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340AC" w14:textId="77777777" w:rsidR="00315FC9" w:rsidRDefault="00F638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POKRIVENOSTI NASTAVE ZA SARADNIKE</w:t>
      </w:r>
    </w:p>
    <w:p w14:paraId="2FF340AD" w14:textId="77777777" w:rsidR="00315FC9" w:rsidRDefault="00F638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W w:w="14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:rsidR="00315FC9" w14:paraId="2FF340B7" w14:textId="77777777">
        <w:trPr>
          <w:trHeight w:val="546"/>
          <w:jc w:val="center"/>
        </w:trPr>
        <w:tc>
          <w:tcPr>
            <w:tcW w:w="2977" w:type="dxa"/>
            <w:vMerge w:val="restart"/>
            <w:vAlign w:val="center"/>
          </w:tcPr>
          <w:p w14:paraId="2FF340AE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2FF340AF" w14:textId="77777777" w:rsidR="00315FC9" w:rsidRDefault="00F638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2FF340B0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2FF340B1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2FF340B2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2FF340B3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FF340B4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FF340B5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2FF340B6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315FC9" w14:paraId="2FF340C3" w14:textId="77777777">
        <w:trPr>
          <w:cantSplit/>
          <w:trHeight w:val="1134"/>
          <w:jc w:val="center"/>
        </w:trPr>
        <w:tc>
          <w:tcPr>
            <w:tcW w:w="2977" w:type="dxa"/>
            <w:vMerge/>
            <w:vAlign w:val="center"/>
          </w:tcPr>
          <w:p w14:paraId="2FF340B8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/>
            <w:vAlign w:val="center"/>
          </w:tcPr>
          <w:p w14:paraId="2FF340B9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2FF340BA" w14:textId="77777777" w:rsidR="00315FC9" w:rsidRDefault="00F638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2FF340BB" w14:textId="77777777" w:rsidR="00315FC9" w:rsidRDefault="00F638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2FF340BC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2FF340BD" w14:textId="77777777" w:rsidR="00315FC9" w:rsidRDefault="00F638D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/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2FF340BE" w14:textId="77777777" w:rsidR="00315FC9" w:rsidRDefault="00F638D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/>
              <w:t>sati</w:t>
            </w:r>
          </w:p>
        </w:tc>
        <w:tc>
          <w:tcPr>
            <w:tcW w:w="2551" w:type="dxa"/>
            <w:vAlign w:val="center"/>
          </w:tcPr>
          <w:p w14:paraId="2FF340BF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2FF340C0" w14:textId="77777777" w:rsidR="00315FC9" w:rsidRDefault="00F638D6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2FF340C1" w14:textId="77777777" w:rsidR="00315FC9" w:rsidRDefault="00F638D6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/>
          </w:tcPr>
          <w:p w14:paraId="2FF340C2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315FC9" w14:paraId="2FF340DB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0C4" w14:textId="77777777" w:rsidR="00315FC9" w:rsidRPr="00007D78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Biohemija</w:t>
            </w:r>
          </w:p>
        </w:tc>
        <w:tc>
          <w:tcPr>
            <w:tcW w:w="790" w:type="dxa"/>
            <w:vAlign w:val="center"/>
          </w:tcPr>
          <w:p w14:paraId="2FF340C5" w14:textId="77777777" w:rsidR="00315FC9" w:rsidRPr="00007D78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III/V</w:t>
            </w:r>
          </w:p>
        </w:tc>
        <w:tc>
          <w:tcPr>
            <w:tcW w:w="628" w:type="dxa"/>
            <w:textDirection w:val="lrTbV"/>
            <w:vAlign w:val="center"/>
          </w:tcPr>
          <w:p w14:paraId="2FF340C6" w14:textId="77777777" w:rsidR="00315FC9" w:rsidRPr="00007D78" w:rsidRDefault="00F638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5/0/3</w:t>
            </w:r>
          </w:p>
        </w:tc>
        <w:tc>
          <w:tcPr>
            <w:tcW w:w="425" w:type="dxa"/>
            <w:textDirection w:val="lrTbV"/>
            <w:vAlign w:val="center"/>
          </w:tcPr>
          <w:p w14:paraId="2FF340C7" w14:textId="2BF092A0" w:rsidR="00315FC9" w:rsidRPr="00007D78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  <w:r w:rsidR="00FD7162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2FF340C8" w14:textId="3134B85C" w:rsidR="00315FC9" w:rsidRPr="00007D78" w:rsidRDefault="00F63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Alen Hatkić, </w:t>
            </w:r>
            <w:r w:rsidR="000C4596"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v.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ass.</w:t>
            </w:r>
          </w:p>
          <w:p w14:paraId="7E924AAA" w14:textId="3D3C3053" w:rsidR="00315FC9" w:rsidRPr="00007D78" w:rsidRDefault="00F63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Asja Šarić</w:t>
            </w:r>
            <w:r w:rsidR="00FB5548"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Bečić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, ass.</w:t>
            </w:r>
          </w:p>
          <w:p w14:paraId="2FF340C9" w14:textId="6A67356C" w:rsidR="000C4596" w:rsidRPr="00007D78" w:rsidRDefault="000C459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Nadina Gazibegović, isp</w:t>
            </w:r>
          </w:p>
        </w:tc>
        <w:tc>
          <w:tcPr>
            <w:tcW w:w="567" w:type="dxa"/>
            <w:textDirection w:val="lrTbV"/>
            <w:vAlign w:val="center"/>
          </w:tcPr>
          <w:p w14:paraId="2FF340CA" w14:textId="77777777" w:rsidR="00315FC9" w:rsidRPr="00007D78" w:rsidRDefault="00F638D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114B90D4" w14:textId="77777777" w:rsidR="00315FC9" w:rsidRPr="00007D78" w:rsidRDefault="000C459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2FF340CB" w14:textId="1AFFD648" w:rsidR="000C4596" w:rsidRPr="00007D78" w:rsidRDefault="000C459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2FF340CC" w14:textId="77777777" w:rsidR="00315FC9" w:rsidRPr="00007D78" w:rsidRDefault="00F638D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9</w:t>
            </w:r>
          </w:p>
          <w:p w14:paraId="2E4C19B0" w14:textId="77777777" w:rsidR="00315FC9" w:rsidRPr="00007D78" w:rsidRDefault="000C459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2FF340CD" w14:textId="542C7421" w:rsidR="000C4596" w:rsidRPr="00007D78" w:rsidRDefault="007F3242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1" w:type="dxa"/>
            <w:vAlign w:val="center"/>
          </w:tcPr>
          <w:p w14:paraId="2FF340CE" w14:textId="623E0EE0" w:rsidR="00315FC9" w:rsidRPr="00007D78" w:rsidRDefault="00F63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Alen Hatkić, </w:t>
            </w:r>
            <w:r w:rsidR="007909EC">
              <w:rPr>
                <w:rFonts w:ascii="Times New Roman" w:hAnsi="Times New Roman"/>
                <w:sz w:val="18"/>
                <w:szCs w:val="18"/>
                <w:lang w:val="bs-Latn-BA"/>
              </w:rPr>
              <w:t>v.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ass.</w:t>
            </w:r>
          </w:p>
          <w:p w14:paraId="2FF340CF" w14:textId="71F06B06" w:rsidR="00315FC9" w:rsidRPr="00007D78" w:rsidRDefault="00C374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Selma Smajić, isp</w:t>
            </w:r>
          </w:p>
          <w:p w14:paraId="2FF340D0" w14:textId="0D7539AB" w:rsidR="00315FC9" w:rsidRPr="00007D78" w:rsidRDefault="00315F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FF340D1" w14:textId="290245CB" w:rsidR="00315FC9" w:rsidRPr="00007D78" w:rsidRDefault="00C3742C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FF340D2" w14:textId="4AE56E3D" w:rsidR="00315FC9" w:rsidRPr="00007D78" w:rsidRDefault="00C3742C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FF340D3" w14:textId="5EC2EBE8" w:rsidR="00315FC9" w:rsidRPr="00007D78" w:rsidRDefault="00315FC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FF340D4" w14:textId="3E1DC955" w:rsidR="00315FC9" w:rsidRPr="00007D78" w:rsidRDefault="00C3742C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2FF340D5" w14:textId="366A29C7" w:rsidR="00315FC9" w:rsidRPr="00007D78" w:rsidRDefault="00C3742C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2FF340D6" w14:textId="76E103A3" w:rsidR="00315FC9" w:rsidRPr="00007D78" w:rsidRDefault="00315FC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2FF340D7" w14:textId="77777777" w:rsidR="00315FC9" w:rsidRPr="00007D78" w:rsidRDefault="00F63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08D00C9A" w14:textId="2D40CB22" w:rsidR="00FB5548" w:rsidRPr="00007D78" w:rsidRDefault="007464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III</w:t>
            </w:r>
            <w:r w:rsidR="00F41DD3"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 V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godini na Farmaceutskom fakultetu (integrisani I i II ciklus studija</w:t>
            </w:r>
            <w:r w:rsidR="00F41DD3"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)</w:t>
            </w:r>
          </w:p>
          <w:p w14:paraId="2FF340D8" w14:textId="4916BFFC" w:rsidR="00315FC9" w:rsidRPr="00007D78" w:rsidRDefault="00F638D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Promjena broja grupa na III i IV godini na Odsjeku zdravstvenih studija; </w:t>
            </w:r>
          </w:p>
          <w:p w14:paraId="3269E4EE" w14:textId="0D27DB78" w:rsidR="00D5412F" w:rsidRPr="00007D78" w:rsidRDefault="00D5412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Promjena broja grupa na I i II godini na MF Opšti smijer</w:t>
            </w:r>
          </w:p>
          <w:p w14:paraId="2FF340DA" w14:textId="60D7E24C" w:rsidR="00315FC9" w:rsidRPr="00007D78" w:rsidRDefault="00FB5548" w:rsidP="00EC5694">
            <w:pPr>
              <w:tabs>
                <w:tab w:val="left" w:pos="42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Porodiljno odsustvo Asja Šarić Bečić</w:t>
            </w:r>
            <w:r w:rsidR="00422B5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ass</w:t>
            </w:r>
            <w:r w:rsidR="00C64EC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u zimskom semestru</w:t>
            </w:r>
          </w:p>
        </w:tc>
      </w:tr>
      <w:tr w:rsidR="00315FC9" w14:paraId="2FF340F7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0DC" w14:textId="77777777" w:rsidR="00315FC9" w:rsidRPr="00A06F7C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Klinička biohemija</w:t>
            </w:r>
          </w:p>
        </w:tc>
        <w:tc>
          <w:tcPr>
            <w:tcW w:w="790" w:type="dxa"/>
            <w:vAlign w:val="center"/>
          </w:tcPr>
          <w:p w14:paraId="2FF340DD" w14:textId="77777777" w:rsidR="00315FC9" w:rsidRPr="00A06F7C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2FF340DE" w14:textId="77777777" w:rsidR="00315FC9" w:rsidRPr="00A06F7C" w:rsidRDefault="00F638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5/0/2</w:t>
            </w:r>
          </w:p>
        </w:tc>
        <w:tc>
          <w:tcPr>
            <w:tcW w:w="425" w:type="dxa"/>
            <w:textDirection w:val="lrTbV"/>
            <w:vAlign w:val="center"/>
          </w:tcPr>
          <w:p w14:paraId="2FF340DF" w14:textId="7B24EB3F" w:rsidR="00315FC9" w:rsidRPr="00A06F7C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  <w:r w:rsidR="00191777"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0</w:t>
            </w:r>
          </w:p>
        </w:tc>
        <w:tc>
          <w:tcPr>
            <w:tcW w:w="2552" w:type="dxa"/>
            <w:vAlign w:val="center"/>
          </w:tcPr>
          <w:p w14:paraId="45D60F4B" w14:textId="77777777" w:rsidR="00315FC9" w:rsidRPr="00A06F7C" w:rsidRDefault="00F63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Anja Divković, isp</w:t>
            </w:r>
          </w:p>
          <w:p w14:paraId="2FF340E3" w14:textId="764FC87A" w:rsidR="00E62233" w:rsidRPr="00A06F7C" w:rsidRDefault="00E622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Krisitna Duspara, is</w:t>
            </w:r>
            <w:r w:rsidR="003F02E3">
              <w:rPr>
                <w:rFonts w:ascii="Times New Roman" w:hAnsi="Times New Roman"/>
                <w:sz w:val="18"/>
                <w:szCs w:val="18"/>
                <w:lang w:val="bs-Latn-BA"/>
              </w:rPr>
              <w:t>p</w:t>
            </w:r>
          </w:p>
        </w:tc>
        <w:tc>
          <w:tcPr>
            <w:tcW w:w="567" w:type="dxa"/>
            <w:textDirection w:val="lrTbV"/>
            <w:vAlign w:val="center"/>
          </w:tcPr>
          <w:p w14:paraId="2FF340E6" w14:textId="6C5E8ECF" w:rsidR="00315FC9" w:rsidRPr="00A06F7C" w:rsidRDefault="00E62233" w:rsidP="00E62233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4</w:t>
            </w:r>
          </w:p>
          <w:p w14:paraId="2FF340E7" w14:textId="0AD38B39" w:rsidR="00315FC9" w:rsidRPr="00A06F7C" w:rsidRDefault="00E62233" w:rsidP="00E62233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4</w:t>
            </w:r>
          </w:p>
        </w:tc>
        <w:tc>
          <w:tcPr>
            <w:tcW w:w="567" w:type="dxa"/>
            <w:textDirection w:val="lrTbV"/>
            <w:vAlign w:val="center"/>
          </w:tcPr>
          <w:p w14:paraId="2FF340E8" w14:textId="77777777" w:rsidR="00315FC9" w:rsidRPr="00A06F7C" w:rsidRDefault="00315FC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0E9" w14:textId="7CB37A5D" w:rsidR="00315FC9" w:rsidRPr="00A06F7C" w:rsidRDefault="00315FC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0EA" w14:textId="651E8DE4" w:rsidR="00315FC9" w:rsidRPr="00A06F7C" w:rsidRDefault="00892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  <w:p w14:paraId="2FF340EB" w14:textId="6036436F" w:rsidR="00315FC9" w:rsidRPr="00A06F7C" w:rsidRDefault="00892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  <w:p w14:paraId="2FF340EC" w14:textId="60CBF72D" w:rsidR="00315FC9" w:rsidRPr="00A06F7C" w:rsidRDefault="00315FC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0ED" w14:textId="77777777" w:rsidR="00315FC9" w:rsidRPr="00A06F7C" w:rsidRDefault="00315FC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64981399" w14:textId="77777777" w:rsidR="00315FC9" w:rsidRPr="00A06F7C" w:rsidRDefault="00F63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Anja Divković, isp</w:t>
            </w:r>
          </w:p>
          <w:p w14:paraId="2FF340F0" w14:textId="5F8B0048" w:rsidR="00892E46" w:rsidRPr="00A06F7C" w:rsidRDefault="00892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Krisitna Duspara, isp</w:t>
            </w:r>
          </w:p>
        </w:tc>
        <w:tc>
          <w:tcPr>
            <w:tcW w:w="567" w:type="dxa"/>
            <w:textDirection w:val="lrTbV"/>
            <w:vAlign w:val="center"/>
          </w:tcPr>
          <w:p w14:paraId="5EBDB956" w14:textId="0C2BDBAC" w:rsidR="00892E46" w:rsidRPr="00A06F7C" w:rsidRDefault="00F638D6" w:rsidP="00A06F7C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br/>
            </w:r>
            <w:r w:rsidR="00A06F7C"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12A42C8F" w14:textId="07A11BB9" w:rsidR="00A06F7C" w:rsidRPr="00A06F7C" w:rsidRDefault="00A06F7C" w:rsidP="00A06F7C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2FF340F2" w14:textId="373A764A" w:rsidR="00315FC9" w:rsidRPr="00A06F7C" w:rsidRDefault="00315FC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FF340F4" w14:textId="6D967E6E" w:rsidR="00315FC9" w:rsidRPr="00A06F7C" w:rsidRDefault="00A06F7C" w:rsidP="00A06F7C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 5</w:t>
            </w:r>
          </w:p>
          <w:p w14:paraId="2FF340F5" w14:textId="15271225" w:rsidR="00315FC9" w:rsidRPr="00A06F7C" w:rsidRDefault="00A06F7C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06F7C"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04" w:type="dxa"/>
            <w:vAlign w:val="center"/>
          </w:tcPr>
          <w:p w14:paraId="3E087D76" w14:textId="77777777" w:rsidR="006B1D2E" w:rsidRPr="00007D78" w:rsidRDefault="006B1D2E" w:rsidP="006B1D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66C1EEDB" w14:textId="77777777" w:rsidR="006B1D2E" w:rsidRPr="00007D78" w:rsidRDefault="006B1D2E" w:rsidP="006B1D2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III i V godini na Farmaceutskom fakultetu (integrisani I i II ciklus studija)</w:t>
            </w:r>
          </w:p>
          <w:p w14:paraId="38F54357" w14:textId="77777777" w:rsidR="006B1D2E" w:rsidRPr="00007D78" w:rsidRDefault="006B1D2E" w:rsidP="006B1D2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Promjena broja grupa na III i IV godini na Odsjeku zdravstvenih studija; </w:t>
            </w:r>
          </w:p>
          <w:p w14:paraId="34253D25" w14:textId="77777777" w:rsidR="006B1D2E" w:rsidRPr="00007D78" w:rsidRDefault="006B1D2E" w:rsidP="006B1D2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Promjena broja grupa na I i II godini na MF Opšti smijer</w:t>
            </w:r>
          </w:p>
          <w:p w14:paraId="2FF340F6" w14:textId="31DF9523" w:rsidR="00315FC9" w:rsidRPr="00A06F7C" w:rsidRDefault="00315FC9" w:rsidP="006B1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315FC9" w14:paraId="2FF34106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0F8" w14:textId="77777777" w:rsidR="00315FC9" w:rsidRPr="006224E6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Biohemija lijekova</w:t>
            </w:r>
          </w:p>
        </w:tc>
        <w:tc>
          <w:tcPr>
            <w:tcW w:w="790" w:type="dxa"/>
            <w:vAlign w:val="center"/>
          </w:tcPr>
          <w:p w14:paraId="2FF340F9" w14:textId="77777777" w:rsidR="00315FC9" w:rsidRPr="006224E6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2FF340FA" w14:textId="77777777" w:rsidR="00315FC9" w:rsidRPr="006224E6" w:rsidRDefault="00F638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2FF340FB" w14:textId="77777777" w:rsidR="00315FC9" w:rsidRPr="006224E6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2" w:type="dxa"/>
            <w:vAlign w:val="center"/>
          </w:tcPr>
          <w:p w14:paraId="2FF340FC" w14:textId="77777777" w:rsidR="00315FC9" w:rsidRPr="006224E6" w:rsidRDefault="00F63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Anja Divković, isp</w:t>
            </w:r>
          </w:p>
          <w:p w14:paraId="2FF340FD" w14:textId="7EE9E2D0" w:rsidR="00315FC9" w:rsidRPr="006224E6" w:rsidRDefault="00622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Kristina Duspara, isp</w:t>
            </w:r>
          </w:p>
        </w:tc>
        <w:tc>
          <w:tcPr>
            <w:tcW w:w="567" w:type="dxa"/>
            <w:textDirection w:val="lrTbV"/>
            <w:vAlign w:val="center"/>
          </w:tcPr>
          <w:p w14:paraId="2FF340FE" w14:textId="07559AF9" w:rsidR="00315FC9" w:rsidRPr="006224E6" w:rsidRDefault="00BB4C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0FF" w14:textId="443F9D4A" w:rsidR="00315FC9" w:rsidRPr="006224E6" w:rsidRDefault="00BB4C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67" w:type="dxa"/>
            <w:textDirection w:val="lrTbV"/>
            <w:vAlign w:val="center"/>
          </w:tcPr>
          <w:p w14:paraId="2FF34100" w14:textId="68D68A04" w:rsidR="00315FC9" w:rsidRPr="006224E6" w:rsidRDefault="006224E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01" w14:textId="1B8BCB73" w:rsidR="00315FC9" w:rsidRPr="006224E6" w:rsidRDefault="006224E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1" w:type="dxa"/>
            <w:vAlign w:val="center"/>
          </w:tcPr>
          <w:p w14:paraId="3511173F" w14:textId="77777777" w:rsidR="00315FC9" w:rsidRPr="006224E6" w:rsidRDefault="00F63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Anja Divković, isp</w:t>
            </w:r>
          </w:p>
          <w:p w14:paraId="78F197EA" w14:textId="047E57B3" w:rsidR="006224E6" w:rsidRPr="006224E6" w:rsidRDefault="00622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Krisitna Duspara, isp</w:t>
            </w:r>
          </w:p>
          <w:p w14:paraId="2FF34102" w14:textId="77777777" w:rsidR="006224E6" w:rsidRPr="006224E6" w:rsidRDefault="00622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7EDF0A32" w14:textId="77777777" w:rsidR="00315FC9" w:rsidRPr="006224E6" w:rsidRDefault="006224E6" w:rsidP="006224E6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2FF34103" w14:textId="4D971294" w:rsidR="006224E6" w:rsidRPr="006224E6" w:rsidRDefault="006224E6" w:rsidP="006224E6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79" w:type="dxa"/>
            <w:textDirection w:val="lrTbV"/>
            <w:vAlign w:val="center"/>
          </w:tcPr>
          <w:p w14:paraId="112D11C0" w14:textId="77777777" w:rsidR="00315FC9" w:rsidRPr="006224E6" w:rsidRDefault="006224E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2FF34104" w14:textId="090EB49E" w:rsidR="006224E6" w:rsidRPr="006224E6" w:rsidRDefault="006224E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2FF34105" w14:textId="77777777" w:rsidR="00315FC9" w:rsidRPr="006224E6" w:rsidRDefault="00F638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CB1095" w14:paraId="659EFE27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789E891" w14:textId="72F824F2" w:rsidR="00CB1095" w:rsidRPr="006224E6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 xml:space="preserve">Farmaceutska biotehnologija </w:t>
            </w:r>
          </w:p>
        </w:tc>
        <w:tc>
          <w:tcPr>
            <w:tcW w:w="790" w:type="dxa"/>
            <w:vAlign w:val="center"/>
          </w:tcPr>
          <w:p w14:paraId="70ABCC54" w14:textId="032A9F00" w:rsidR="00CB1095" w:rsidRPr="006224E6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09CAA190" w14:textId="51BFE90A" w:rsidR="00CB1095" w:rsidRPr="006224E6" w:rsidRDefault="00CB1095" w:rsidP="00CB10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2/1/0</w:t>
            </w:r>
          </w:p>
        </w:tc>
        <w:tc>
          <w:tcPr>
            <w:tcW w:w="425" w:type="dxa"/>
            <w:textDirection w:val="lrTbV"/>
            <w:vAlign w:val="center"/>
          </w:tcPr>
          <w:p w14:paraId="3DA4CC48" w14:textId="4A5BF4E1" w:rsidR="00CB1095" w:rsidRPr="006224E6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763DBE1E" w14:textId="510EFA8F" w:rsidR="00CB1095" w:rsidRPr="006224E6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Alen Hatkić, v.ass</w:t>
            </w:r>
          </w:p>
        </w:tc>
        <w:tc>
          <w:tcPr>
            <w:tcW w:w="567" w:type="dxa"/>
            <w:textDirection w:val="lrTbV"/>
            <w:vAlign w:val="center"/>
          </w:tcPr>
          <w:p w14:paraId="39B38E8B" w14:textId="46AF124C" w:rsidR="00CB1095" w:rsidRPr="006224E6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567" w:type="dxa"/>
            <w:textDirection w:val="lrTbV"/>
            <w:vAlign w:val="center"/>
          </w:tcPr>
          <w:p w14:paraId="387037E6" w14:textId="455DB8FD" w:rsidR="00CB1095" w:rsidRPr="006224E6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1" w:type="dxa"/>
            <w:vAlign w:val="center"/>
          </w:tcPr>
          <w:p w14:paraId="441D3E62" w14:textId="1660A742" w:rsidR="00CB1095" w:rsidRPr="006224E6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Alen Hatkić, v.ass</w:t>
            </w:r>
          </w:p>
        </w:tc>
        <w:tc>
          <w:tcPr>
            <w:tcW w:w="567" w:type="dxa"/>
            <w:textDirection w:val="lrTbV"/>
            <w:vAlign w:val="center"/>
          </w:tcPr>
          <w:p w14:paraId="30EF088C" w14:textId="56A89158" w:rsidR="00CB1095" w:rsidRPr="006224E6" w:rsidRDefault="00CB1095" w:rsidP="00CB1095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79" w:type="dxa"/>
            <w:textDirection w:val="lrTbV"/>
            <w:vAlign w:val="center"/>
          </w:tcPr>
          <w:p w14:paraId="5D27BF9F" w14:textId="00D06D2C" w:rsidR="00CB1095" w:rsidRPr="006224E6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58EF0BA7" w14:textId="256FB3E5" w:rsidR="00CB1095" w:rsidRPr="006224E6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CB1095" w14:paraId="2FF34121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107" w14:textId="77777777" w:rsidR="00CB1095" w:rsidRPr="00EA2C38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Proteomika</w:t>
            </w:r>
          </w:p>
        </w:tc>
        <w:tc>
          <w:tcPr>
            <w:tcW w:w="790" w:type="dxa"/>
            <w:vAlign w:val="center"/>
          </w:tcPr>
          <w:p w14:paraId="2FF34108" w14:textId="77777777" w:rsidR="00CB1095" w:rsidRPr="00EA2C38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2FF34109" w14:textId="77777777" w:rsidR="00CB1095" w:rsidRPr="00EA2C38" w:rsidRDefault="00CB1095" w:rsidP="00CB10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2/0/2</w:t>
            </w:r>
          </w:p>
        </w:tc>
        <w:tc>
          <w:tcPr>
            <w:tcW w:w="425" w:type="dxa"/>
            <w:textDirection w:val="lrTbV"/>
            <w:vAlign w:val="center"/>
          </w:tcPr>
          <w:p w14:paraId="2FF3410A" w14:textId="6A73748F" w:rsidR="00CB1095" w:rsidRPr="00EA2C38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2" w:type="dxa"/>
            <w:vAlign w:val="center"/>
          </w:tcPr>
          <w:p w14:paraId="2FF3410B" w14:textId="167AC1DF" w:rsidR="00CB1095" w:rsidRPr="00EA2C3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Alen Hatkić, v.ass.</w:t>
            </w:r>
          </w:p>
          <w:p w14:paraId="2FF3410C" w14:textId="6981C5BA" w:rsidR="00CB1095" w:rsidRPr="00EA2C3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Bečić, ass.</w:t>
            </w:r>
          </w:p>
          <w:p w14:paraId="2FF3410D" w14:textId="77777777" w:rsidR="00CB1095" w:rsidRPr="00EA2C3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Lamija Kolarević, ass.</w:t>
            </w:r>
          </w:p>
        </w:tc>
        <w:tc>
          <w:tcPr>
            <w:tcW w:w="567" w:type="dxa"/>
            <w:textDirection w:val="lrTbV"/>
            <w:vAlign w:val="center"/>
          </w:tcPr>
          <w:p w14:paraId="2FF3410E" w14:textId="1B7D61B4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FF3410F" w14:textId="61A0B625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FF34110" w14:textId="77777777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2FF34111" w14:textId="16C091E8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12" w14:textId="3DDDFD52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13" w14:textId="77777777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2FF34114" w14:textId="45A0789B" w:rsidR="00CB1095" w:rsidRPr="00EA2C3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Alen Hatkić, </w:t>
            </w:r>
            <w:r w:rsidR="007909EC">
              <w:rPr>
                <w:rFonts w:ascii="Times New Roman" w:hAnsi="Times New Roman"/>
                <w:sz w:val="18"/>
                <w:szCs w:val="18"/>
                <w:lang w:val="bs-Latn-BA"/>
              </w:rPr>
              <w:t>v.</w:t>
            </w: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ass.</w:t>
            </w:r>
          </w:p>
          <w:p w14:paraId="2FF34115" w14:textId="5E61C172" w:rsidR="00CB1095" w:rsidRPr="00EA2C3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Bečić, ass.</w:t>
            </w:r>
          </w:p>
          <w:p w14:paraId="2FF34117" w14:textId="6EECE975" w:rsidR="00CB1095" w:rsidRPr="00EA2C3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FF34118" w14:textId="6A36BB05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FF34119" w14:textId="36969036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FF3411A" w14:textId="341BA0A7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1B" w14:textId="22EEF69E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FF3411C" w14:textId="64F8FA1F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1D" w14:textId="2A6AA08E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A2C38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1E" w14:textId="458B5360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1F" w14:textId="4477DDF8" w:rsidR="00CB1095" w:rsidRPr="00EA2C3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386F3A58" w14:textId="77777777" w:rsidR="00CB1095" w:rsidRPr="00007D7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1E1E204E" w14:textId="7385F00B" w:rsidR="00CB1095" w:rsidRPr="00007D78" w:rsidRDefault="00CB1095" w:rsidP="00CB1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III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IV i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V godini na Farmaceutskom fakultetu (integrisani I i II ciklus studija)</w:t>
            </w:r>
          </w:p>
          <w:p w14:paraId="04CA1E1E" w14:textId="77777777" w:rsidR="00CB1095" w:rsidRPr="00007D78" w:rsidRDefault="00CB1095" w:rsidP="00CB1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Promjena broja grupa na III i IV godini na Odsjeku zdravstvenih studija; </w:t>
            </w:r>
          </w:p>
          <w:p w14:paraId="58F206D7" w14:textId="77777777" w:rsidR="00CB1095" w:rsidRPr="00007D78" w:rsidRDefault="00CB1095" w:rsidP="00CB1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Promjena broja grupa na I i II godini na MF Opšti smijer</w:t>
            </w:r>
          </w:p>
          <w:p w14:paraId="2FF34120" w14:textId="12DC0159" w:rsidR="00CB1095" w:rsidRPr="00007D78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</w:tr>
      <w:tr w:rsidR="00CB1095" w14:paraId="2FF34138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122" w14:textId="77777777" w:rsidR="00CB1095" w:rsidRPr="009B5B93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Bromatologija</w:t>
            </w:r>
          </w:p>
        </w:tc>
        <w:tc>
          <w:tcPr>
            <w:tcW w:w="790" w:type="dxa"/>
            <w:vAlign w:val="center"/>
          </w:tcPr>
          <w:p w14:paraId="2FF34123" w14:textId="77777777" w:rsidR="00CB1095" w:rsidRPr="009B5B93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2FF34124" w14:textId="77777777" w:rsidR="00CB1095" w:rsidRPr="009B5B93" w:rsidRDefault="00CB1095" w:rsidP="00CB10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2FF34125" w14:textId="40D60962" w:rsidR="00CB1095" w:rsidRPr="009B5B93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2" w:type="dxa"/>
            <w:vAlign w:val="center"/>
          </w:tcPr>
          <w:p w14:paraId="2FF34126" w14:textId="60DFB366" w:rsidR="00CB1095" w:rsidRPr="009B5B93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Dženeta Akeljić, ass.</w:t>
            </w:r>
          </w:p>
          <w:p w14:paraId="2FF34127" w14:textId="77777777" w:rsidR="00CB1095" w:rsidRPr="009B5B93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Nejra Hodžić, isp</w:t>
            </w:r>
          </w:p>
        </w:tc>
        <w:tc>
          <w:tcPr>
            <w:tcW w:w="567" w:type="dxa"/>
            <w:textDirection w:val="lrTbV"/>
            <w:vAlign w:val="center"/>
          </w:tcPr>
          <w:p w14:paraId="2FF34128" w14:textId="77777777" w:rsidR="00CB1095" w:rsidRPr="009B5B93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2FF34129" w14:textId="77777777" w:rsidR="00CB1095" w:rsidRPr="009B5B93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67" w:type="dxa"/>
            <w:textDirection w:val="lrTbV"/>
            <w:vAlign w:val="center"/>
          </w:tcPr>
          <w:p w14:paraId="2FF3412A" w14:textId="77777777" w:rsidR="00CB1095" w:rsidRPr="009B5B93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2FF3412B" w14:textId="77777777" w:rsidR="00CB1095" w:rsidRPr="009B5B93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1" w:type="dxa"/>
            <w:vAlign w:val="center"/>
          </w:tcPr>
          <w:p w14:paraId="66829A2E" w14:textId="352E8EF1" w:rsidR="00CB1095" w:rsidRPr="009B5B93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Dženeta Akeljić, ass</w:t>
            </w:r>
          </w:p>
          <w:p w14:paraId="2FF3412D" w14:textId="038A2A3A" w:rsidR="00CB1095" w:rsidRPr="009B5B93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Nejra Hodžić, isp</w:t>
            </w:r>
          </w:p>
          <w:p w14:paraId="2FF3412E" w14:textId="6947D383" w:rsidR="00CB1095" w:rsidRPr="009B5B93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FF3412F" w14:textId="6D0B395F" w:rsidR="00CB1095" w:rsidRPr="009B5B93" w:rsidRDefault="00CB1095" w:rsidP="00CB1095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 2</w:t>
            </w:r>
          </w:p>
          <w:p w14:paraId="2FF34130" w14:textId="77777777" w:rsidR="00CB1095" w:rsidRPr="009B5B93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FF34131" w14:textId="383187BE" w:rsidR="00CB1095" w:rsidRPr="009B5B93" w:rsidRDefault="00CB1095" w:rsidP="00CB1095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FF34132" w14:textId="70FC72ED" w:rsidR="00CB1095" w:rsidRPr="009B5B93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33" w14:textId="77777777" w:rsidR="00CB1095" w:rsidRPr="009B5B93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B5B93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34" w14:textId="5F314A4E" w:rsidR="00CB1095" w:rsidRPr="009B5B93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086A2AD3" w14:textId="77777777" w:rsidR="00CB1095" w:rsidRPr="00007D7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6BF98690" w14:textId="48D01163" w:rsidR="00CB1095" w:rsidRPr="00007D78" w:rsidRDefault="00CB1095" w:rsidP="00CB1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III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godini na Farmaceutskom fakultetu (integrisani I i II ciklus studija)</w:t>
            </w:r>
          </w:p>
          <w:p w14:paraId="2FF34137" w14:textId="63066C00" w:rsidR="00CB1095" w:rsidRPr="00007D78" w:rsidRDefault="00CB1095" w:rsidP="00CB1095">
            <w:pPr>
              <w:tabs>
                <w:tab w:val="left" w:pos="420"/>
              </w:tabs>
              <w:spacing w:after="0" w:line="240" w:lineRule="auto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</w:tr>
      <w:tr w:rsidR="00CB1095" w14:paraId="2FF34157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139" w14:textId="77777777" w:rsidR="00CB1095" w:rsidRPr="00705AC9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Biohemija (OZS)</w:t>
            </w:r>
          </w:p>
        </w:tc>
        <w:tc>
          <w:tcPr>
            <w:tcW w:w="790" w:type="dxa"/>
            <w:vAlign w:val="center"/>
          </w:tcPr>
          <w:p w14:paraId="2FF3413A" w14:textId="77777777" w:rsidR="00CB1095" w:rsidRPr="00705AC9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I/I</w:t>
            </w:r>
          </w:p>
        </w:tc>
        <w:tc>
          <w:tcPr>
            <w:tcW w:w="628" w:type="dxa"/>
            <w:textDirection w:val="lrTbV"/>
            <w:vAlign w:val="center"/>
          </w:tcPr>
          <w:p w14:paraId="2FF3413B" w14:textId="77777777" w:rsidR="00CB1095" w:rsidRPr="00705AC9" w:rsidRDefault="00CB1095" w:rsidP="00CB10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2FF3413C" w14:textId="169D8FB7" w:rsidR="00CB1095" w:rsidRPr="00705AC9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  <w:r w:rsidR="003C314C"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2" w:type="dxa"/>
            <w:vAlign w:val="center"/>
          </w:tcPr>
          <w:p w14:paraId="377F926C" w14:textId="77777777" w:rsidR="00C040A5" w:rsidRPr="00705AC9" w:rsidRDefault="00C040A5" w:rsidP="00C040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Bečić, ass.</w:t>
            </w:r>
          </w:p>
          <w:p w14:paraId="34211985" w14:textId="77777777" w:rsidR="00C040A5" w:rsidRPr="00705AC9" w:rsidRDefault="00C040A5" w:rsidP="00C040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Lejla Mekić, ass.</w:t>
            </w:r>
          </w:p>
          <w:p w14:paraId="74DCC673" w14:textId="77777777" w:rsidR="00C040A5" w:rsidRPr="00705AC9" w:rsidRDefault="00C040A5" w:rsidP="00C040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Nadina Gazibegović, isp</w:t>
            </w:r>
          </w:p>
          <w:p w14:paraId="54B62063" w14:textId="77777777" w:rsidR="00C040A5" w:rsidRPr="00705AC9" w:rsidRDefault="00C040A5" w:rsidP="00C040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Naida Škripić, isp</w:t>
            </w:r>
          </w:p>
          <w:p w14:paraId="2FF34141" w14:textId="418BBCAD" w:rsidR="00CB1095" w:rsidRPr="00705AC9" w:rsidRDefault="00C040A5" w:rsidP="00C040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Jasna Rahimić</w:t>
            </w:r>
            <w:r w:rsidR="007909EC">
              <w:rPr>
                <w:rFonts w:ascii="Times New Roman" w:hAnsi="Times New Roman"/>
                <w:sz w:val="18"/>
                <w:szCs w:val="18"/>
                <w:lang w:val="bs-Latn-BA"/>
              </w:rPr>
              <w:t>, isp</w:t>
            </w:r>
          </w:p>
        </w:tc>
        <w:tc>
          <w:tcPr>
            <w:tcW w:w="567" w:type="dxa"/>
            <w:textDirection w:val="lrTbV"/>
            <w:vAlign w:val="center"/>
          </w:tcPr>
          <w:p w14:paraId="7F7702F7" w14:textId="77777777" w:rsidR="00D24C23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3,5</w:t>
            </w:r>
          </w:p>
          <w:p w14:paraId="13B9C0EF" w14:textId="77777777" w:rsidR="00D24C23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582B4666" w14:textId="77777777" w:rsidR="00D24C23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0F388C07" w14:textId="77777777" w:rsidR="00D24C23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FF34145" w14:textId="07609B46" w:rsidR="00CB1095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567" w:type="dxa"/>
            <w:textDirection w:val="lrTbV"/>
            <w:vAlign w:val="center"/>
          </w:tcPr>
          <w:p w14:paraId="781B2EBD" w14:textId="77777777" w:rsidR="00D24C23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7</w:t>
            </w:r>
          </w:p>
          <w:p w14:paraId="45DD0B09" w14:textId="77777777" w:rsidR="00D24C23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  <w:p w14:paraId="4BFD3435" w14:textId="77777777" w:rsidR="00D24C23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4BC8AA39" w14:textId="77777777" w:rsidR="00D24C23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49" w14:textId="6C3725CB" w:rsidR="00CB1095" w:rsidRPr="00705AC9" w:rsidRDefault="00D24C23" w:rsidP="00D24C2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vAlign w:val="center"/>
          </w:tcPr>
          <w:p w14:paraId="6109F4BA" w14:textId="0B0DF84C" w:rsidR="00956519" w:rsidRPr="00705AC9" w:rsidRDefault="00956519" w:rsidP="009565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Alen Hatkić, </w:t>
            </w:r>
            <w:r w:rsidR="00C85F5D"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v.ass.</w:t>
            </w:r>
          </w:p>
          <w:p w14:paraId="0A4D678F" w14:textId="4152B171" w:rsidR="00C85F5D" w:rsidRPr="00705AC9" w:rsidRDefault="00C85F5D" w:rsidP="009565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Demir Bjelošević, ass.</w:t>
            </w:r>
          </w:p>
          <w:p w14:paraId="55FE7430" w14:textId="77777777" w:rsidR="00956519" w:rsidRPr="00705AC9" w:rsidRDefault="00956519" w:rsidP="009565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Lejla Mekić, ass.</w:t>
            </w:r>
          </w:p>
          <w:p w14:paraId="57772813" w14:textId="77777777" w:rsidR="00956519" w:rsidRPr="00705AC9" w:rsidRDefault="00956519" w:rsidP="009565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Naida Škripić, isp</w:t>
            </w:r>
          </w:p>
          <w:p w14:paraId="2FF3414D" w14:textId="59937590" w:rsidR="00CB1095" w:rsidRPr="00705AC9" w:rsidRDefault="00956519" w:rsidP="009565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Jasna Rahimić</w:t>
            </w:r>
            <w:r w:rsidR="007909EC">
              <w:rPr>
                <w:rFonts w:ascii="Times New Roman" w:hAnsi="Times New Roman"/>
                <w:sz w:val="18"/>
                <w:szCs w:val="18"/>
                <w:lang w:val="bs-Latn-BA"/>
              </w:rPr>
              <w:t>, isp</w:t>
            </w:r>
          </w:p>
        </w:tc>
        <w:tc>
          <w:tcPr>
            <w:tcW w:w="567" w:type="dxa"/>
            <w:textDirection w:val="lrTbV"/>
            <w:vAlign w:val="center"/>
          </w:tcPr>
          <w:p w14:paraId="6383CB26" w14:textId="77777777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72A6C265" w14:textId="74B51F6F" w:rsidR="00CB1095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33DE67BC" w14:textId="77777777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46A9FC7D" w14:textId="77777777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4,5</w:t>
            </w:r>
          </w:p>
          <w:p w14:paraId="726D5243" w14:textId="77777777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3,5</w:t>
            </w:r>
          </w:p>
          <w:p w14:paraId="77C8FD94" w14:textId="77777777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0,5</w:t>
            </w:r>
          </w:p>
          <w:p w14:paraId="2FF34151" w14:textId="6EE04864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3AAF51C1" w14:textId="77777777" w:rsidR="00CB1095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6D332F0A" w14:textId="77777777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74505DFD" w14:textId="77777777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9</w:t>
            </w:r>
          </w:p>
          <w:p w14:paraId="72DD594A" w14:textId="77777777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7</w:t>
            </w:r>
          </w:p>
          <w:p w14:paraId="2FF34155" w14:textId="30B75383" w:rsidR="00EB6E97" w:rsidRPr="00705AC9" w:rsidRDefault="00EB6E97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05AC9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7622F29B" w14:textId="77777777" w:rsidR="00EC5694" w:rsidRPr="00007D78" w:rsidRDefault="00EC5694" w:rsidP="00EC56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35C21E98" w14:textId="77777777" w:rsidR="00EC5694" w:rsidRPr="00007D78" w:rsidRDefault="00EC5694" w:rsidP="00EC569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III i V godini na Farmaceutskom fakultetu (integrisani I i II ciklus studija)</w:t>
            </w:r>
          </w:p>
          <w:p w14:paraId="731C888E" w14:textId="77777777" w:rsidR="00EC5694" w:rsidRPr="00007D78" w:rsidRDefault="00EC5694" w:rsidP="00EC569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Promjena broja grupa na III i IV godini na Odsjeku zdravstvenih studija; </w:t>
            </w:r>
          </w:p>
          <w:p w14:paraId="28AF9989" w14:textId="77777777" w:rsidR="00EC5694" w:rsidRPr="00007D78" w:rsidRDefault="00EC5694" w:rsidP="00EC569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Promjena broja grupa na I i II godini na MF Opšti smijer</w:t>
            </w:r>
          </w:p>
          <w:p w14:paraId="2FF34156" w14:textId="40EA9C99" w:rsidR="00CB1095" w:rsidRPr="00007D78" w:rsidRDefault="00EC5694" w:rsidP="00EC5694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Porodiljno odsustvo Asja Šarić Bečić</w:t>
            </w:r>
            <w:r w:rsidR="000B218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ass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u zimskom semestru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</w:p>
        </w:tc>
      </w:tr>
      <w:tr w:rsidR="00CB1095" w14:paraId="2FF34163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158" w14:textId="77777777" w:rsidR="00CB1095" w:rsidRPr="00E86BD8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>Klinička biohemija I (OZS)</w:t>
            </w:r>
          </w:p>
        </w:tc>
        <w:tc>
          <w:tcPr>
            <w:tcW w:w="790" w:type="dxa"/>
            <w:vAlign w:val="center"/>
          </w:tcPr>
          <w:p w14:paraId="2FF34159" w14:textId="77777777" w:rsidR="00CB1095" w:rsidRPr="00E86BD8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2FF3415A" w14:textId="77777777" w:rsidR="00CB1095" w:rsidRPr="00E86BD8" w:rsidRDefault="00CB1095" w:rsidP="00CB10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t>4/0/4</w:t>
            </w:r>
          </w:p>
        </w:tc>
        <w:tc>
          <w:tcPr>
            <w:tcW w:w="425" w:type="dxa"/>
            <w:textDirection w:val="lrTbV"/>
            <w:vAlign w:val="center"/>
          </w:tcPr>
          <w:p w14:paraId="2FF3415B" w14:textId="77777777" w:rsidR="00CB1095" w:rsidRPr="00E86BD8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t>16</w:t>
            </w:r>
          </w:p>
        </w:tc>
        <w:tc>
          <w:tcPr>
            <w:tcW w:w="2552" w:type="dxa"/>
            <w:vAlign w:val="center"/>
          </w:tcPr>
          <w:p w14:paraId="0D3414E0" w14:textId="77777777" w:rsidR="00CB1095" w:rsidRPr="00E86BD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t>Alma Husni Osmić, isp</w:t>
            </w:r>
          </w:p>
          <w:p w14:paraId="2FF3415C" w14:textId="40767342" w:rsidR="00165612" w:rsidRPr="00E86BD8" w:rsidRDefault="00165612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1217B180" w14:textId="77777777" w:rsidR="00CB1095" w:rsidRPr="00E86BD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2FF3415D" w14:textId="76893308" w:rsidR="00165612" w:rsidRPr="00E86BD8" w:rsidRDefault="00165612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339205CB" w14:textId="77777777" w:rsidR="00CB1095" w:rsidRPr="00E86BD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t>12</w:t>
            </w:r>
          </w:p>
          <w:p w14:paraId="2FF3415E" w14:textId="0877B697" w:rsidR="00165612" w:rsidRPr="00E86BD8" w:rsidRDefault="00165612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46B1A29C" w14:textId="77777777" w:rsidR="00CB1095" w:rsidRPr="00E86BD8" w:rsidRDefault="00CB1095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t>Alma Husni Osmić, isp</w:t>
            </w:r>
          </w:p>
          <w:p w14:paraId="2FF3415F" w14:textId="35BE05B6" w:rsidR="00165612" w:rsidRPr="00E86BD8" w:rsidRDefault="00165612" w:rsidP="00CB1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6E083154" w14:textId="64957FFF" w:rsidR="00CB1095" w:rsidRPr="00E86BD8" w:rsidRDefault="00EC49CB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60" w14:textId="203F86D9" w:rsidR="00165612" w:rsidRPr="00E86BD8" w:rsidRDefault="00165612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3D1F3C76" w14:textId="2C82A639" w:rsidR="00CB1095" w:rsidRPr="00E86BD8" w:rsidRDefault="00CB1095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  <w:r w:rsidR="00EC49CB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2FF34161" w14:textId="55EDD635" w:rsidR="00165612" w:rsidRPr="00E86BD8" w:rsidRDefault="00165612" w:rsidP="00CB109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0C5AFB62" w14:textId="77777777" w:rsidR="00765180" w:rsidRDefault="00765180" w:rsidP="00E86B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97E2EE9" w14:textId="17309833" w:rsidR="00765180" w:rsidRDefault="00F11D1B" w:rsidP="00E86B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Opterećenje u skladu sa </w:t>
            </w:r>
            <w:r w:rsidR="00CF1099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članom II </w:t>
            </w:r>
            <w:r w:rsidR="00765180" w:rsidRPr="00765180">
              <w:rPr>
                <w:rFonts w:ascii="Times New Roman" w:hAnsi="Times New Roman"/>
                <w:sz w:val="18"/>
                <w:szCs w:val="18"/>
                <w:lang w:val="bs-Latn-BA"/>
              </w:rPr>
              <w:t>Odluke o utvrđivanju maksimalnog opterećenja u nastavi u akademskoj 202</w:t>
            </w:r>
            <w:r w:rsidR="00CF1099"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  <w:r w:rsidR="00765180" w:rsidRPr="00765180">
              <w:rPr>
                <w:rFonts w:ascii="Times New Roman" w:hAnsi="Times New Roman"/>
                <w:sz w:val="18"/>
                <w:szCs w:val="18"/>
                <w:lang w:val="bs-Latn-BA"/>
              </w:rPr>
              <w:t>/2</w:t>
            </w:r>
            <w:r w:rsidR="00CF1099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  <w:r w:rsidR="00765180" w:rsidRPr="00765180">
              <w:rPr>
                <w:rFonts w:ascii="Times New Roman" w:hAnsi="Times New Roman"/>
                <w:sz w:val="18"/>
                <w:szCs w:val="18"/>
                <w:lang w:val="bs-Latn-BA"/>
              </w:rPr>
              <w:t>. godini za lica koja nisu u radnom odnosu na Univerzitetu u Tuzli</w:t>
            </w:r>
          </w:p>
          <w:p w14:paraId="2096D8DA" w14:textId="77777777" w:rsidR="00765180" w:rsidRDefault="00765180" w:rsidP="00E86B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6CCDD6DE" w14:textId="68DA7A68" w:rsidR="00E86BD8" w:rsidRPr="00007D78" w:rsidRDefault="00E86BD8" w:rsidP="00E86B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65DD8BE4" w14:textId="77777777" w:rsidR="00E86BD8" w:rsidRPr="00007D78" w:rsidRDefault="00E86BD8" w:rsidP="00E86B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Promjena broja grupa na III i IV godini na Odsjeku zdravstvenih studija; </w:t>
            </w:r>
          </w:p>
          <w:p w14:paraId="42382407" w14:textId="77777777" w:rsidR="00EC49CB" w:rsidRPr="00007D78" w:rsidRDefault="00EC49CB" w:rsidP="00EC49CB">
            <w:pPr>
              <w:tabs>
                <w:tab w:val="left" w:pos="42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62" w14:textId="686DBF16" w:rsidR="00CB1095" w:rsidRPr="00007D78" w:rsidRDefault="00CB1095" w:rsidP="00CB1095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</w:tr>
      <w:tr w:rsidR="00B81DDD" w14:paraId="2FF3417E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164" w14:textId="77777777" w:rsidR="00B81DDD" w:rsidRPr="00B81DDD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Klinička biohemija II (OZS)</w:t>
            </w:r>
          </w:p>
        </w:tc>
        <w:tc>
          <w:tcPr>
            <w:tcW w:w="790" w:type="dxa"/>
            <w:vAlign w:val="center"/>
          </w:tcPr>
          <w:p w14:paraId="2FF34165" w14:textId="77777777" w:rsidR="00B81DDD" w:rsidRPr="00B81DDD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IV/VII</w:t>
            </w:r>
          </w:p>
        </w:tc>
        <w:tc>
          <w:tcPr>
            <w:tcW w:w="628" w:type="dxa"/>
            <w:textDirection w:val="lrTbV"/>
            <w:vAlign w:val="center"/>
          </w:tcPr>
          <w:p w14:paraId="2FF34166" w14:textId="77777777" w:rsidR="00B81DDD" w:rsidRPr="00B81DDD" w:rsidRDefault="00B81DDD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2/0/4</w:t>
            </w:r>
          </w:p>
        </w:tc>
        <w:tc>
          <w:tcPr>
            <w:tcW w:w="425" w:type="dxa"/>
            <w:textDirection w:val="lrTbV"/>
            <w:vAlign w:val="center"/>
          </w:tcPr>
          <w:p w14:paraId="2FF34167" w14:textId="77777777" w:rsidR="00B81DDD" w:rsidRPr="00B81DDD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16</w:t>
            </w:r>
          </w:p>
        </w:tc>
        <w:tc>
          <w:tcPr>
            <w:tcW w:w="2552" w:type="dxa"/>
            <w:vAlign w:val="center"/>
          </w:tcPr>
          <w:p w14:paraId="2FF34168" w14:textId="77777777" w:rsidR="00B81DDD" w:rsidRPr="00B81DDD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Nevres Hurić, isp</w:t>
            </w:r>
          </w:p>
          <w:p w14:paraId="2FF3416A" w14:textId="04554979" w:rsidR="00B81DDD" w:rsidRPr="00B81DDD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Sanja Dragnić, isp</w:t>
            </w:r>
          </w:p>
        </w:tc>
        <w:tc>
          <w:tcPr>
            <w:tcW w:w="567" w:type="dxa"/>
            <w:textDirection w:val="lrTbV"/>
            <w:vAlign w:val="center"/>
          </w:tcPr>
          <w:p w14:paraId="43ADD98D" w14:textId="77777777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6B" w14:textId="4CE68CA1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2FF3416C" w14:textId="27218B37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2FF3416D" w14:textId="3B932A89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FF3416E" w14:textId="7F7FC09F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6C0F4213" w14:textId="77777777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58F64DBF" w14:textId="73284C97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720408A2" w14:textId="1FCC1402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2FF3416F" w14:textId="630DA220" w:rsidR="00B81DDD" w:rsidRP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70" w14:textId="1D1183F6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432F67E3" w14:textId="77777777" w:rsidR="00B81DDD" w:rsidRPr="00B81DDD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Nevres Hurić, isp</w:t>
            </w:r>
          </w:p>
          <w:p w14:paraId="0832E800" w14:textId="77777777" w:rsidR="00B81DDD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81DDD">
              <w:rPr>
                <w:rFonts w:ascii="Times New Roman" w:hAnsi="Times New Roman"/>
                <w:sz w:val="18"/>
                <w:szCs w:val="18"/>
                <w:lang w:val="bs-Latn-BA"/>
              </w:rPr>
              <w:t>Sanja Dragnić, isp</w:t>
            </w:r>
          </w:p>
          <w:p w14:paraId="2FF34174" w14:textId="1B641A85" w:rsidR="00B9061B" w:rsidRPr="00B81DDD" w:rsidRDefault="00B9061B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E86BD8">
              <w:rPr>
                <w:rFonts w:ascii="Times New Roman" w:hAnsi="Times New Roman"/>
                <w:sz w:val="18"/>
                <w:szCs w:val="18"/>
                <w:lang w:val="bs-Latn-BA"/>
              </w:rPr>
              <w:t>Anja Divković, isp</w:t>
            </w:r>
          </w:p>
        </w:tc>
        <w:tc>
          <w:tcPr>
            <w:tcW w:w="567" w:type="dxa"/>
            <w:textDirection w:val="lrTbV"/>
            <w:vAlign w:val="center"/>
          </w:tcPr>
          <w:p w14:paraId="069B5AEE" w14:textId="77777777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10FBFDF5" w14:textId="756550F2" w:rsidR="00B81DDD" w:rsidRPr="00B81DDD" w:rsidRDefault="00B9061B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2E4A5AE6" w14:textId="0255D9C7" w:rsidR="00B81DDD" w:rsidRDefault="00B9061B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1BE16DFE" w14:textId="32455A5A" w:rsidR="00B9061B" w:rsidRPr="00B81DDD" w:rsidRDefault="00B9061B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2FF34178" w14:textId="7C9302EA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758DFA8D" w14:textId="77777777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62D1DA9F" w14:textId="77777777" w:rsidR="00B81DDD" w:rsidRPr="00B81DDD" w:rsidRDefault="00B81DDD" w:rsidP="00B9061B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7BCF914" w14:textId="1F4A6B9E" w:rsidR="00B81DDD" w:rsidRPr="00B81DDD" w:rsidRDefault="00B9061B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17AC3CA6" w14:textId="156775C0" w:rsidR="00B81DDD" w:rsidRDefault="00B9061B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2E36E320" w14:textId="0AB404DD" w:rsidR="00B9061B" w:rsidRPr="00B81DDD" w:rsidRDefault="00B9061B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459F719D" w14:textId="77777777" w:rsidR="00B81DDD" w:rsidRP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7C" w14:textId="1BDBA137" w:rsidR="00B81DDD" w:rsidRP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0EFA0B60" w14:textId="77777777" w:rsidR="00F671AF" w:rsidRPr="00007D78" w:rsidRDefault="00F671AF" w:rsidP="00F671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29932430" w14:textId="77777777" w:rsidR="00F671AF" w:rsidRPr="00007D78" w:rsidRDefault="00F671AF" w:rsidP="00F671A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Promjena broja grupa na III i IV godini na Odsjeku zdravstvenih studija; </w:t>
            </w:r>
          </w:p>
          <w:p w14:paraId="2FF3417D" w14:textId="1B52DA3D" w:rsidR="00B81DDD" w:rsidRPr="00B81DDD" w:rsidRDefault="00B81DDD" w:rsidP="00F671AF">
            <w:pPr>
              <w:spacing w:after="0" w:line="240" w:lineRule="auto"/>
              <w:ind w:left="420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B81DDD" w14:paraId="2FF3419F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17F" w14:textId="77777777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Biohemija I (MF)</w:t>
            </w:r>
          </w:p>
        </w:tc>
        <w:tc>
          <w:tcPr>
            <w:tcW w:w="790" w:type="dxa"/>
            <w:vAlign w:val="center"/>
          </w:tcPr>
          <w:p w14:paraId="2FF34180" w14:textId="77777777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628" w:type="dxa"/>
            <w:textDirection w:val="lrTbV"/>
            <w:vAlign w:val="center"/>
          </w:tcPr>
          <w:p w14:paraId="2FF34181" w14:textId="77777777" w:rsidR="00B81DDD" w:rsidRPr="00AA61E5" w:rsidRDefault="00B81DDD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4/0/2</w:t>
            </w:r>
          </w:p>
        </w:tc>
        <w:tc>
          <w:tcPr>
            <w:tcW w:w="425" w:type="dxa"/>
            <w:textDirection w:val="lrTbV"/>
            <w:vAlign w:val="center"/>
          </w:tcPr>
          <w:p w14:paraId="2FF34182" w14:textId="39C1F772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20</w:t>
            </w:r>
          </w:p>
        </w:tc>
        <w:tc>
          <w:tcPr>
            <w:tcW w:w="2552" w:type="dxa"/>
            <w:vAlign w:val="center"/>
          </w:tcPr>
          <w:p w14:paraId="4EB47136" w14:textId="77777777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Alen Hatkić, v.ass.</w:t>
            </w:r>
          </w:p>
          <w:p w14:paraId="7B681083" w14:textId="77777777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Bečić, ass.</w:t>
            </w:r>
          </w:p>
          <w:p w14:paraId="624E6102" w14:textId="77777777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Naida Škripić, isp</w:t>
            </w:r>
          </w:p>
          <w:p w14:paraId="2FF34186" w14:textId="73EC6776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Nadina Gazibegović, isp</w:t>
            </w:r>
          </w:p>
        </w:tc>
        <w:tc>
          <w:tcPr>
            <w:tcW w:w="567" w:type="dxa"/>
            <w:textDirection w:val="lrTbV"/>
            <w:vAlign w:val="center"/>
          </w:tcPr>
          <w:p w14:paraId="2FF34187" w14:textId="4AF15DB6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582863CF" w14:textId="77777777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65A82F7D" w14:textId="77777777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5A9AE463" w14:textId="2089E879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7D9AAF06" w14:textId="5470CBAE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4930A4FA" w14:textId="4D4E5A8A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3,5</w:t>
            </w:r>
          </w:p>
          <w:p w14:paraId="20108643" w14:textId="34FB812C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5B53A5F8" w14:textId="2663A1C9" w:rsidR="00B81DDD" w:rsidRPr="00AA61E5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89" w14:textId="5F28F3E0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8A" w14:textId="2089BD1E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FF3418B" w14:textId="0E0EFE8F" w:rsidR="00B81DDD" w:rsidRPr="00AA61E5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 6</w:t>
            </w:r>
          </w:p>
          <w:p w14:paraId="2FF3418C" w14:textId="2638A0D0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2FF3418D" w14:textId="307C93F9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7</w:t>
            </w:r>
          </w:p>
          <w:p w14:paraId="2FF3418E" w14:textId="26A7597D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1" w:type="dxa"/>
            <w:vAlign w:val="center"/>
          </w:tcPr>
          <w:p w14:paraId="2FF34190" w14:textId="4F57C525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Alen Hatkić, </w:t>
            </w:r>
            <w:r w:rsidR="005D6810">
              <w:rPr>
                <w:rFonts w:ascii="Times New Roman" w:hAnsi="Times New Roman"/>
                <w:sz w:val="18"/>
                <w:szCs w:val="18"/>
                <w:lang w:val="bs-Latn-BA"/>
              </w:rPr>
              <w:t>v.</w:t>
            </w: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ass.</w:t>
            </w:r>
          </w:p>
          <w:p w14:paraId="2FF34191" w14:textId="5DAE9D0D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Bečić, ass.</w:t>
            </w:r>
          </w:p>
          <w:p w14:paraId="55699B78" w14:textId="230DDEBB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Naida Škripić, isp</w:t>
            </w:r>
          </w:p>
          <w:p w14:paraId="2FF34192" w14:textId="16EE7776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Nadina Gazibegović, isp</w:t>
            </w:r>
          </w:p>
          <w:p w14:paraId="2FF34193" w14:textId="1F9E4CA1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FF34195" w14:textId="177D0A3C" w:rsidR="00B81DDD" w:rsidRPr="00AA61E5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2,5</w:t>
            </w:r>
          </w:p>
          <w:p w14:paraId="2FF34196" w14:textId="63CFDA82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2FF34197" w14:textId="240063CB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2,5 </w:t>
            </w:r>
          </w:p>
          <w:p w14:paraId="2FF34198" w14:textId="59F49031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</w:tc>
        <w:tc>
          <w:tcPr>
            <w:tcW w:w="579" w:type="dxa"/>
            <w:textDirection w:val="lrTbV"/>
            <w:vAlign w:val="center"/>
          </w:tcPr>
          <w:p w14:paraId="2FF3419A" w14:textId="6D2DD745" w:rsidR="00B81DDD" w:rsidRPr="00AA61E5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 5</w:t>
            </w:r>
          </w:p>
          <w:p w14:paraId="2FF3419B" w14:textId="3D7047BE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2FF3419C" w14:textId="4EAC6D1D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2FF3419D" w14:textId="103E8071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04" w:type="dxa"/>
            <w:vAlign w:val="center"/>
          </w:tcPr>
          <w:p w14:paraId="7B44E10E" w14:textId="77777777" w:rsidR="00B81DDD" w:rsidRPr="00007D78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1C7AD864" w14:textId="47177658" w:rsidR="00B81DDD" w:rsidRPr="00007D78" w:rsidRDefault="00B81DDD" w:rsidP="00B81D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III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i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V godini na Farmaceutskom fakultetu (integrisani I i II ciklus studija)</w:t>
            </w:r>
          </w:p>
          <w:p w14:paraId="2FCC2303" w14:textId="77777777" w:rsidR="00B81DDD" w:rsidRPr="00007D78" w:rsidRDefault="00B81DDD" w:rsidP="00B81D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Promjena broja grupa na III i IV godini na Odsjeku zdravstvenih studija; </w:t>
            </w:r>
          </w:p>
          <w:p w14:paraId="4567E3C9" w14:textId="77777777" w:rsidR="00B81DDD" w:rsidRPr="00007D78" w:rsidRDefault="00B81DDD" w:rsidP="00B81D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Promjena broja grupa na I i II godini na MF Opšti smijer</w:t>
            </w:r>
          </w:p>
          <w:p w14:paraId="2FF3419E" w14:textId="4584307C" w:rsidR="00B81DDD" w:rsidRPr="00007D78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</w:tr>
      <w:tr w:rsidR="00B81DDD" w14:paraId="023A54B2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D8AD571" w14:textId="403B486B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>Biohemija II (MF)</w:t>
            </w:r>
          </w:p>
        </w:tc>
        <w:tc>
          <w:tcPr>
            <w:tcW w:w="790" w:type="dxa"/>
            <w:vAlign w:val="center"/>
          </w:tcPr>
          <w:p w14:paraId="422B1DFA" w14:textId="23D590D1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0B29D611" w14:textId="19CFB2C3" w:rsidR="00B81DDD" w:rsidRPr="00AA61E5" w:rsidRDefault="00B81DDD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4/0/2</w:t>
            </w:r>
          </w:p>
        </w:tc>
        <w:tc>
          <w:tcPr>
            <w:tcW w:w="425" w:type="dxa"/>
            <w:textDirection w:val="lrTbV"/>
            <w:vAlign w:val="center"/>
          </w:tcPr>
          <w:p w14:paraId="5F060046" w14:textId="1BD287D9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22</w:t>
            </w:r>
          </w:p>
        </w:tc>
        <w:tc>
          <w:tcPr>
            <w:tcW w:w="2552" w:type="dxa"/>
            <w:vAlign w:val="center"/>
          </w:tcPr>
          <w:p w14:paraId="0318BC2D" w14:textId="77777777" w:rsidR="00B81DDD" w:rsidRPr="00443967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Alen Hatkić, v.ass.</w:t>
            </w:r>
          </w:p>
          <w:p w14:paraId="66F7BB6C" w14:textId="77777777" w:rsidR="00B81DDD" w:rsidRPr="00443967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Bečić, ass</w:t>
            </w:r>
          </w:p>
          <w:p w14:paraId="04455CD1" w14:textId="48DE1D77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Selma Smajić, isp.</w:t>
            </w:r>
          </w:p>
        </w:tc>
        <w:tc>
          <w:tcPr>
            <w:tcW w:w="567" w:type="dxa"/>
            <w:textDirection w:val="lrTbV"/>
            <w:vAlign w:val="center"/>
          </w:tcPr>
          <w:p w14:paraId="281D9069" w14:textId="77777777" w:rsid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7367C694" w14:textId="77777777" w:rsid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5387BBC7" w14:textId="77777777" w:rsidR="00B81DDD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74067A2A" w14:textId="6F3A0530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0DBFAD9E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023B25EF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5806108F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10</w:t>
            </w:r>
          </w:p>
          <w:p w14:paraId="37899EF6" w14:textId="36842BF7" w:rsidR="00B81DDD" w:rsidRPr="00AA61E5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1804C268" w14:textId="77777777" w:rsidR="00B81DDD" w:rsidRPr="00443967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Alen Hatkić, v.ass.</w:t>
            </w:r>
          </w:p>
          <w:p w14:paraId="09A2C0DD" w14:textId="77777777" w:rsidR="00B81DDD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Bečić, ass</w:t>
            </w:r>
          </w:p>
          <w:p w14:paraId="0B0A6B60" w14:textId="3B9D56A6" w:rsidR="00B81DDD" w:rsidRPr="00443967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Zerina Mujić, ass</w:t>
            </w:r>
          </w:p>
          <w:p w14:paraId="2F95F248" w14:textId="77777777" w:rsidR="00B81DDD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Selma Smajić, isp.</w:t>
            </w:r>
          </w:p>
          <w:p w14:paraId="35A40707" w14:textId="4015A2E1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Kristina Duspara, isp</w:t>
            </w:r>
          </w:p>
        </w:tc>
        <w:tc>
          <w:tcPr>
            <w:tcW w:w="567" w:type="dxa"/>
            <w:textDirection w:val="lrTbV"/>
            <w:vAlign w:val="center"/>
          </w:tcPr>
          <w:p w14:paraId="07A301F8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42A2A8D1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DE976AE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0,5</w:t>
            </w:r>
          </w:p>
          <w:p w14:paraId="4937761A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70AE7234" w14:textId="295F49D2" w:rsidR="00B81DDD" w:rsidRPr="00AA61E5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</w:tc>
        <w:tc>
          <w:tcPr>
            <w:tcW w:w="579" w:type="dxa"/>
            <w:textDirection w:val="lrTbV"/>
            <w:vAlign w:val="center"/>
          </w:tcPr>
          <w:p w14:paraId="2F3E5D4C" w14:textId="4B4A1D5A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540A9CB3" w14:textId="362A60A9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736EE3AE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41C81C73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6F6CB0F5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6C6A7652" w14:textId="77777777" w:rsidR="00B81DDD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6F602CD9" w14:textId="37CD8A5C" w:rsidR="00B81DDD" w:rsidRPr="00AA61E5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4A4270DF" w14:textId="77777777" w:rsidR="00B81DDD" w:rsidRPr="00007D78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71F105EF" w14:textId="446CE351" w:rsidR="00B81DDD" w:rsidRPr="00007D78" w:rsidRDefault="00B81DDD" w:rsidP="00B81D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III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IV  i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V godini na Farmaceutskom fakultetu (integrisani I i II ciklus studija)</w:t>
            </w:r>
          </w:p>
          <w:p w14:paraId="467D8361" w14:textId="77777777" w:rsidR="00B81DDD" w:rsidRPr="00007D78" w:rsidRDefault="00B81DDD" w:rsidP="00B81D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Promjena broja grupa na III i IV godini na Odsjeku zdravstvenih studija; </w:t>
            </w:r>
          </w:p>
          <w:p w14:paraId="58260D42" w14:textId="77777777" w:rsidR="00B81DDD" w:rsidRPr="00007D78" w:rsidRDefault="00B81DDD" w:rsidP="00B81D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Promjena broja grupa na I i II godini na MF Opšti smijer</w:t>
            </w:r>
          </w:p>
          <w:p w14:paraId="57A579B1" w14:textId="77777777" w:rsidR="00B81DDD" w:rsidRPr="00007D78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B81DDD" w14:paraId="2FF341F7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1EC" w14:textId="77777777" w:rsidR="00B81DDD" w:rsidRPr="004F7D62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Imunohemija sa osnovama imunologije</w:t>
            </w:r>
          </w:p>
        </w:tc>
        <w:tc>
          <w:tcPr>
            <w:tcW w:w="790" w:type="dxa"/>
            <w:vAlign w:val="center"/>
          </w:tcPr>
          <w:p w14:paraId="2FF341ED" w14:textId="77777777" w:rsidR="00B81DDD" w:rsidRPr="004F7D62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2FF341EE" w14:textId="77777777" w:rsidR="00B81DDD" w:rsidRPr="004F7D62" w:rsidRDefault="00B81DDD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2FF341EF" w14:textId="25A55A94" w:rsidR="00B81DDD" w:rsidRPr="004F7D62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2" w:type="dxa"/>
            <w:vAlign w:val="center"/>
          </w:tcPr>
          <w:p w14:paraId="2FF341F0" w14:textId="77777777" w:rsidR="00B81DDD" w:rsidRPr="004F7D62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Damir Sabitović,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2FF341F1" w14:textId="1B8746B2" w:rsidR="00B81DDD" w:rsidRPr="004F7D62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567" w:type="dxa"/>
            <w:textDirection w:val="lrTbV"/>
            <w:vAlign w:val="center"/>
          </w:tcPr>
          <w:p w14:paraId="2FF341F2" w14:textId="089AB4B3" w:rsidR="00B81DDD" w:rsidRPr="004F7D62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1" w:type="dxa"/>
            <w:vAlign w:val="center"/>
          </w:tcPr>
          <w:p w14:paraId="2FF341F3" w14:textId="7E5C9EB5" w:rsidR="00B81DDD" w:rsidRPr="004F7D62" w:rsidRDefault="00324768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Damir Sabitović,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2FF341F4" w14:textId="4D0FEFD1" w:rsidR="00B81DDD" w:rsidRPr="004F7D62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79" w:type="dxa"/>
            <w:textDirection w:val="lrTbV"/>
            <w:vAlign w:val="center"/>
          </w:tcPr>
          <w:p w14:paraId="2FF341F5" w14:textId="1DD57F27" w:rsidR="00B81DDD" w:rsidRPr="004F7D62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04" w:type="dxa"/>
            <w:vAlign w:val="center"/>
          </w:tcPr>
          <w:p w14:paraId="2FF341F6" w14:textId="5400863F" w:rsidR="00B81DDD" w:rsidRPr="004F7D62" w:rsidRDefault="00B81DDD" w:rsidP="00290D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F7D62">
              <w:rPr>
                <w:rFonts w:ascii="Times New Roman" w:hAnsi="Times New Roman"/>
                <w:sz w:val="18"/>
                <w:szCs w:val="18"/>
                <w:lang w:val="bs-Latn-BA"/>
              </w:rPr>
              <w:t>Upisan manji broj studenata od planiranog</w:t>
            </w:r>
            <w:r w:rsidR="00F638D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na V godini</w:t>
            </w:r>
            <w:r w:rsidR="00290DB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="00F638D6">
              <w:rPr>
                <w:rFonts w:ascii="Times New Roman" w:hAnsi="Times New Roman"/>
                <w:sz w:val="18"/>
                <w:szCs w:val="18"/>
                <w:lang w:val="bs-Latn-BA"/>
              </w:rPr>
              <w:t>integriranog studija Farmacije</w:t>
            </w:r>
          </w:p>
        </w:tc>
      </w:tr>
      <w:tr w:rsidR="004B2B2A" w14:paraId="4921E6DC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1B9AFAE4" w14:textId="12308358" w:rsidR="004B2B2A" w:rsidRPr="004F7D62" w:rsidRDefault="000E67D1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Kozmetologija</w:t>
            </w:r>
          </w:p>
        </w:tc>
        <w:tc>
          <w:tcPr>
            <w:tcW w:w="790" w:type="dxa"/>
            <w:vAlign w:val="center"/>
          </w:tcPr>
          <w:p w14:paraId="2397CAAE" w14:textId="3E2D3235" w:rsidR="004B2B2A" w:rsidRPr="004F7D62" w:rsidRDefault="00537368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II/III</w:t>
            </w:r>
          </w:p>
        </w:tc>
        <w:tc>
          <w:tcPr>
            <w:tcW w:w="628" w:type="dxa"/>
            <w:textDirection w:val="lrTbV"/>
            <w:vAlign w:val="center"/>
          </w:tcPr>
          <w:p w14:paraId="1147447D" w14:textId="50A1AA33" w:rsidR="004B2B2A" w:rsidRPr="004F7D62" w:rsidRDefault="00CB7400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761B29A0" w14:textId="650B41F0" w:rsidR="004B2B2A" w:rsidRPr="004F7D62" w:rsidRDefault="00CB7400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1F26C8B9" w14:textId="77777777" w:rsidR="004B2B2A" w:rsidRDefault="00CB7400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Enida Karić, v.ass</w:t>
            </w:r>
          </w:p>
          <w:p w14:paraId="66C40358" w14:textId="2161C1AB" w:rsidR="00CD1499" w:rsidRDefault="00CD1499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Dženeta Akeljić, ass.</w:t>
            </w:r>
          </w:p>
          <w:p w14:paraId="0B18E480" w14:textId="5C154BEC" w:rsidR="00CB7400" w:rsidRPr="004F7D62" w:rsidRDefault="00CB7400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78073FE1" w14:textId="77777777" w:rsidR="004B2B2A" w:rsidRDefault="00FA03AE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0FEA3A81" w14:textId="77777777" w:rsidR="00FA03AE" w:rsidRDefault="00FA03AE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5502C243" w14:textId="492A87FC" w:rsidR="00FA03AE" w:rsidRPr="004F7D62" w:rsidRDefault="00FA03AE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4122C54F" w14:textId="77777777" w:rsidR="004B2B2A" w:rsidRDefault="00FA03AE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047752E1" w14:textId="77777777" w:rsidR="00FA03AE" w:rsidRDefault="00FA03AE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65E37448" w14:textId="6DF838EB" w:rsidR="00FA03AE" w:rsidRPr="004F7D62" w:rsidRDefault="00FA03AE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61F0D63B" w14:textId="32E67AFF" w:rsidR="004B2B2A" w:rsidRPr="004F7D62" w:rsidRDefault="00FA03AE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Arnela Halilčević, ass.</w:t>
            </w:r>
          </w:p>
        </w:tc>
        <w:tc>
          <w:tcPr>
            <w:tcW w:w="567" w:type="dxa"/>
            <w:textDirection w:val="lrTbV"/>
            <w:vAlign w:val="center"/>
          </w:tcPr>
          <w:p w14:paraId="6F577ABC" w14:textId="4F096120" w:rsidR="004B2B2A" w:rsidRPr="004F7D62" w:rsidRDefault="00FA03AE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579" w:type="dxa"/>
            <w:textDirection w:val="lrTbV"/>
            <w:vAlign w:val="center"/>
          </w:tcPr>
          <w:p w14:paraId="0A0C6E51" w14:textId="35DFF652" w:rsidR="004B2B2A" w:rsidRPr="004F7D62" w:rsidRDefault="00FA03AE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04" w:type="dxa"/>
            <w:vAlign w:val="center"/>
          </w:tcPr>
          <w:p w14:paraId="78CA294C" w14:textId="124AB5F9" w:rsidR="00CA3DB5" w:rsidRPr="00007D78" w:rsidRDefault="00CA3DB5" w:rsidP="00CA3D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vježbi na nastavnim predmetima iz UNO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Farmaceutska tehnologija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zbog:</w:t>
            </w:r>
          </w:p>
          <w:p w14:paraId="7E9F34BA" w14:textId="0DDC37A0" w:rsidR="00CA3DB5" w:rsidRPr="00007D78" w:rsidRDefault="00CA3DB5" w:rsidP="00CA3DB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</w:t>
            </w:r>
            <w:r w:rsidR="00CD1499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IV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godini na Farmaceutskom fakultetu (integrisani I i II ciklus studija)</w:t>
            </w:r>
          </w:p>
          <w:p w14:paraId="19F0E22F" w14:textId="77777777" w:rsidR="004B2B2A" w:rsidRPr="004F7D62" w:rsidRDefault="004B2B2A" w:rsidP="00CA3D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0E67D1" w14:paraId="67E76B1F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097F8A31" w14:textId="459B9CE1" w:rsidR="000E67D1" w:rsidRPr="004F7D62" w:rsidRDefault="00E831E2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Farmaceutska tehnologija I</w:t>
            </w:r>
          </w:p>
        </w:tc>
        <w:tc>
          <w:tcPr>
            <w:tcW w:w="790" w:type="dxa"/>
            <w:vAlign w:val="center"/>
          </w:tcPr>
          <w:p w14:paraId="7CE52E06" w14:textId="444259F4" w:rsidR="000E67D1" w:rsidRPr="004F7D62" w:rsidRDefault="00011948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IV/VII</w:t>
            </w:r>
          </w:p>
        </w:tc>
        <w:tc>
          <w:tcPr>
            <w:tcW w:w="628" w:type="dxa"/>
            <w:textDirection w:val="lrTbV"/>
            <w:vAlign w:val="center"/>
          </w:tcPr>
          <w:p w14:paraId="7F238D2B" w14:textId="5BD6A3EC" w:rsidR="000E67D1" w:rsidRPr="004F7D62" w:rsidRDefault="000D28F9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4/0/3</w:t>
            </w:r>
          </w:p>
        </w:tc>
        <w:tc>
          <w:tcPr>
            <w:tcW w:w="425" w:type="dxa"/>
            <w:textDirection w:val="lrTbV"/>
            <w:vAlign w:val="center"/>
          </w:tcPr>
          <w:p w14:paraId="11EBA788" w14:textId="0F3F8927" w:rsidR="000E67D1" w:rsidRPr="004F7D62" w:rsidRDefault="000D28F9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15</w:t>
            </w:r>
          </w:p>
        </w:tc>
        <w:tc>
          <w:tcPr>
            <w:tcW w:w="2552" w:type="dxa"/>
            <w:vAlign w:val="center"/>
          </w:tcPr>
          <w:p w14:paraId="1886B818" w14:textId="431C462C" w:rsidR="000E67D1" w:rsidRPr="004F7D62" w:rsidRDefault="00A66219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Enida Karić, v.ass</w:t>
            </w:r>
          </w:p>
        </w:tc>
        <w:tc>
          <w:tcPr>
            <w:tcW w:w="567" w:type="dxa"/>
            <w:textDirection w:val="lrTbV"/>
            <w:vAlign w:val="center"/>
          </w:tcPr>
          <w:p w14:paraId="0351203A" w14:textId="28FFD417" w:rsidR="000E67D1" w:rsidRPr="004F7D62" w:rsidRDefault="00A66219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67" w:type="dxa"/>
            <w:textDirection w:val="lrTbV"/>
            <w:vAlign w:val="center"/>
          </w:tcPr>
          <w:p w14:paraId="5A4E0AB0" w14:textId="157BB8EE" w:rsidR="000E67D1" w:rsidRPr="004F7D62" w:rsidRDefault="00A66219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12</w:t>
            </w:r>
          </w:p>
        </w:tc>
        <w:tc>
          <w:tcPr>
            <w:tcW w:w="2551" w:type="dxa"/>
            <w:vAlign w:val="center"/>
          </w:tcPr>
          <w:p w14:paraId="7EFCF5ED" w14:textId="2EBCD902" w:rsidR="000E67D1" w:rsidRPr="004F7D62" w:rsidRDefault="00A66219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Enida Karić, v.ass</w:t>
            </w:r>
          </w:p>
        </w:tc>
        <w:tc>
          <w:tcPr>
            <w:tcW w:w="567" w:type="dxa"/>
            <w:textDirection w:val="lrTbV"/>
            <w:vAlign w:val="center"/>
          </w:tcPr>
          <w:p w14:paraId="49737CD5" w14:textId="1DDDDF18" w:rsidR="000E67D1" w:rsidRPr="004F7D62" w:rsidRDefault="00A66219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579" w:type="dxa"/>
            <w:textDirection w:val="lrTbV"/>
            <w:vAlign w:val="center"/>
          </w:tcPr>
          <w:p w14:paraId="6E88DB68" w14:textId="0182F046" w:rsidR="000E67D1" w:rsidRPr="004F7D62" w:rsidRDefault="00A66219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15</w:t>
            </w:r>
          </w:p>
        </w:tc>
        <w:tc>
          <w:tcPr>
            <w:tcW w:w="2504" w:type="dxa"/>
            <w:vAlign w:val="center"/>
          </w:tcPr>
          <w:p w14:paraId="1356116E" w14:textId="461798CE" w:rsidR="000E67D1" w:rsidRPr="004F7D62" w:rsidRDefault="00A66219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A66219" w14:paraId="3A735FBB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7E97331B" w14:textId="2B200D9E" w:rsidR="00A66219" w:rsidRPr="004F7D62" w:rsidRDefault="00A66219" w:rsidP="00A66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Farmaceutska tehnologija II</w:t>
            </w:r>
          </w:p>
        </w:tc>
        <w:tc>
          <w:tcPr>
            <w:tcW w:w="790" w:type="dxa"/>
            <w:vAlign w:val="center"/>
          </w:tcPr>
          <w:p w14:paraId="09908753" w14:textId="5DF2E765" w:rsidR="00A66219" w:rsidRPr="004F7D62" w:rsidRDefault="00A66219" w:rsidP="00A66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IV/VIII</w:t>
            </w:r>
          </w:p>
        </w:tc>
        <w:tc>
          <w:tcPr>
            <w:tcW w:w="628" w:type="dxa"/>
            <w:textDirection w:val="lrTbV"/>
            <w:vAlign w:val="center"/>
          </w:tcPr>
          <w:p w14:paraId="08A44004" w14:textId="16D4FB05" w:rsidR="00A66219" w:rsidRPr="004F7D62" w:rsidRDefault="00A66219" w:rsidP="00A662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5/0/4</w:t>
            </w:r>
          </w:p>
        </w:tc>
        <w:tc>
          <w:tcPr>
            <w:tcW w:w="425" w:type="dxa"/>
            <w:textDirection w:val="lrTbV"/>
            <w:vAlign w:val="center"/>
          </w:tcPr>
          <w:p w14:paraId="20388A29" w14:textId="1B85B65C" w:rsidR="00A66219" w:rsidRPr="004F7D62" w:rsidRDefault="00A66219" w:rsidP="00A66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20</w:t>
            </w:r>
          </w:p>
        </w:tc>
        <w:tc>
          <w:tcPr>
            <w:tcW w:w="2552" w:type="dxa"/>
            <w:vAlign w:val="center"/>
          </w:tcPr>
          <w:p w14:paraId="3418FCEB" w14:textId="287A8BBD" w:rsidR="00A66219" w:rsidRPr="004F7D62" w:rsidRDefault="00A66219" w:rsidP="00A662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Enida Karić, v.ass</w:t>
            </w:r>
          </w:p>
        </w:tc>
        <w:tc>
          <w:tcPr>
            <w:tcW w:w="567" w:type="dxa"/>
            <w:textDirection w:val="lrTbV"/>
            <w:vAlign w:val="center"/>
          </w:tcPr>
          <w:p w14:paraId="3DAB9BC9" w14:textId="004F971F" w:rsidR="00A66219" w:rsidRPr="004F7D62" w:rsidRDefault="00A66219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67" w:type="dxa"/>
            <w:textDirection w:val="lrTbV"/>
            <w:vAlign w:val="center"/>
          </w:tcPr>
          <w:p w14:paraId="7B8454BE" w14:textId="64CDA033" w:rsidR="00A66219" w:rsidRPr="004F7D62" w:rsidRDefault="00A66219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  <w:r w:rsidR="006E1D22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1" w:type="dxa"/>
            <w:vAlign w:val="center"/>
          </w:tcPr>
          <w:p w14:paraId="296E7940" w14:textId="77777777" w:rsidR="00A66219" w:rsidRDefault="00A66219" w:rsidP="00A662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Enida Karić, v.ass</w:t>
            </w:r>
          </w:p>
          <w:p w14:paraId="1EB3FE5A" w14:textId="311C91D0" w:rsidR="00E32D9D" w:rsidRPr="004F7D62" w:rsidRDefault="00E32D9D" w:rsidP="00A662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Dženeta Akeljić, ass.</w:t>
            </w:r>
          </w:p>
        </w:tc>
        <w:tc>
          <w:tcPr>
            <w:tcW w:w="567" w:type="dxa"/>
            <w:textDirection w:val="lrTbV"/>
            <w:vAlign w:val="center"/>
          </w:tcPr>
          <w:p w14:paraId="54117C1A" w14:textId="77777777" w:rsidR="00A66219" w:rsidRDefault="006E1D22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3,75</w:t>
            </w:r>
          </w:p>
          <w:p w14:paraId="7A3189F3" w14:textId="534BB4D1" w:rsidR="00E32D9D" w:rsidRPr="004F7D62" w:rsidRDefault="00E32D9D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1,25</w:t>
            </w:r>
          </w:p>
        </w:tc>
        <w:tc>
          <w:tcPr>
            <w:tcW w:w="579" w:type="dxa"/>
            <w:textDirection w:val="lrTbV"/>
            <w:vAlign w:val="center"/>
          </w:tcPr>
          <w:p w14:paraId="22D19700" w14:textId="77777777" w:rsidR="00A66219" w:rsidRDefault="00A66219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  <w:r w:rsidR="00E32D9D"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59862583" w14:textId="5D9AA9D3" w:rsidR="00E32D9D" w:rsidRPr="004F7D62" w:rsidRDefault="00E32D9D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04" w:type="dxa"/>
            <w:vAlign w:val="center"/>
          </w:tcPr>
          <w:p w14:paraId="0A5A04B6" w14:textId="124DEE0E" w:rsidR="00A66219" w:rsidRPr="004F7D62" w:rsidRDefault="00A66219" w:rsidP="00A66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A66219" w14:paraId="061D9F4D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1A0414E7" w14:textId="615C6C27" w:rsidR="00A66219" w:rsidRPr="004F7D62" w:rsidRDefault="00A66219" w:rsidP="00A66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Farmakokinetika i biofarmacija</w:t>
            </w:r>
          </w:p>
        </w:tc>
        <w:tc>
          <w:tcPr>
            <w:tcW w:w="790" w:type="dxa"/>
            <w:vAlign w:val="center"/>
          </w:tcPr>
          <w:p w14:paraId="29A29C70" w14:textId="2776361D" w:rsidR="00A66219" w:rsidRPr="004F7D62" w:rsidRDefault="00A66219" w:rsidP="00A66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IV/VIII</w:t>
            </w:r>
          </w:p>
        </w:tc>
        <w:tc>
          <w:tcPr>
            <w:tcW w:w="628" w:type="dxa"/>
            <w:textDirection w:val="lrTbV"/>
            <w:vAlign w:val="center"/>
          </w:tcPr>
          <w:p w14:paraId="5E584935" w14:textId="6F84B5A2" w:rsidR="00A66219" w:rsidRPr="004F7D62" w:rsidRDefault="00A66219" w:rsidP="00A662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2/1/0</w:t>
            </w:r>
          </w:p>
        </w:tc>
        <w:tc>
          <w:tcPr>
            <w:tcW w:w="425" w:type="dxa"/>
            <w:textDirection w:val="lrTbV"/>
            <w:vAlign w:val="center"/>
          </w:tcPr>
          <w:p w14:paraId="7BFD4BE5" w14:textId="73B19B7F" w:rsidR="00A66219" w:rsidRPr="004F7D62" w:rsidRDefault="00A66219" w:rsidP="00A66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3F5581A2" w14:textId="543B833F" w:rsidR="00A66219" w:rsidRPr="004F7D62" w:rsidRDefault="00F72B29" w:rsidP="00A662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Dženeta Akeljić</w:t>
            </w:r>
            <w:r w:rsidR="00A66219">
              <w:rPr>
                <w:rFonts w:ascii="Times New Roman" w:hAnsi="Times New Roman"/>
                <w:sz w:val="18"/>
                <w:szCs w:val="18"/>
                <w:lang w:val="bs-Latn-BA"/>
              </w:rPr>
              <w:t>, ass</w:t>
            </w:r>
          </w:p>
        </w:tc>
        <w:tc>
          <w:tcPr>
            <w:tcW w:w="567" w:type="dxa"/>
            <w:textDirection w:val="lrTbV"/>
            <w:vAlign w:val="center"/>
          </w:tcPr>
          <w:p w14:paraId="4E5AFDFD" w14:textId="177889E2" w:rsidR="00A66219" w:rsidRPr="004F7D62" w:rsidRDefault="00597683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67" w:type="dxa"/>
            <w:textDirection w:val="lrTbV"/>
            <w:vAlign w:val="center"/>
          </w:tcPr>
          <w:p w14:paraId="13CEC075" w14:textId="4532FACF" w:rsidR="00A66219" w:rsidRPr="004F7D62" w:rsidRDefault="00597683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7DBA1168" w14:textId="6A361714" w:rsidR="00A66219" w:rsidRPr="004F7D62" w:rsidRDefault="00F72B29" w:rsidP="00A662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Dženeta Akeljić, </w:t>
            </w:r>
            <w:r w:rsidR="00A66219"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</w:p>
        </w:tc>
        <w:tc>
          <w:tcPr>
            <w:tcW w:w="567" w:type="dxa"/>
            <w:textDirection w:val="lrTbV"/>
            <w:vAlign w:val="center"/>
          </w:tcPr>
          <w:p w14:paraId="663AB8DE" w14:textId="79B3A9AF" w:rsidR="00A66219" w:rsidRPr="004F7D62" w:rsidRDefault="00597683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579" w:type="dxa"/>
            <w:textDirection w:val="lrTbV"/>
            <w:vAlign w:val="center"/>
          </w:tcPr>
          <w:p w14:paraId="75D300AD" w14:textId="70A4B555" w:rsidR="00A66219" w:rsidRPr="004F7D62" w:rsidRDefault="00597683" w:rsidP="00A66219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04" w:type="dxa"/>
            <w:vAlign w:val="center"/>
          </w:tcPr>
          <w:p w14:paraId="3ACDD97F" w14:textId="52B2530C" w:rsidR="00A66219" w:rsidRPr="004F7D62" w:rsidRDefault="00A66219" w:rsidP="00A66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EF5E46" w14:paraId="630899BC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3CBA0CB2" w14:textId="0ED9BEED" w:rsidR="00EF5E46" w:rsidRPr="004F7D62" w:rsidRDefault="00EF5E46" w:rsidP="00EF5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>Instrumentalna farmaceutska analiza</w:t>
            </w:r>
          </w:p>
        </w:tc>
        <w:tc>
          <w:tcPr>
            <w:tcW w:w="790" w:type="dxa"/>
            <w:vAlign w:val="center"/>
          </w:tcPr>
          <w:p w14:paraId="4885EA12" w14:textId="4F85D828" w:rsidR="00EF5E46" w:rsidRPr="004F7D62" w:rsidRDefault="00EF5E46" w:rsidP="00EF5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54719379" w14:textId="2ABB940F" w:rsidR="00EF5E46" w:rsidRPr="004F7D62" w:rsidRDefault="00EF5E46" w:rsidP="00EF5E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2433681E" w14:textId="792BCF20" w:rsidR="00EF5E46" w:rsidRPr="004F7D62" w:rsidRDefault="00EF5E46" w:rsidP="00EF5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2" w:type="dxa"/>
            <w:vAlign w:val="center"/>
          </w:tcPr>
          <w:p w14:paraId="16E8CB55" w14:textId="77777777" w:rsidR="00EF5E46" w:rsidRDefault="00EF5E46" w:rsidP="00EF5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Zerina Mujić, ass.</w:t>
            </w:r>
          </w:p>
          <w:p w14:paraId="632E1499" w14:textId="4443A53E" w:rsidR="00EF5E46" w:rsidRPr="004F7D62" w:rsidRDefault="00EF5E46" w:rsidP="00EF5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Halid Junuzović, v.ass</w:t>
            </w:r>
          </w:p>
        </w:tc>
        <w:tc>
          <w:tcPr>
            <w:tcW w:w="567" w:type="dxa"/>
            <w:textDirection w:val="lrTbV"/>
            <w:vAlign w:val="center"/>
          </w:tcPr>
          <w:p w14:paraId="7BC2F7A1" w14:textId="77777777" w:rsidR="00EF5E46" w:rsidRDefault="00EF5E46" w:rsidP="00EF5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79D91948" w14:textId="01A2C956" w:rsidR="00EF5E46" w:rsidRPr="004F7D62" w:rsidRDefault="00EF5E46" w:rsidP="00EF5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567" w:type="dxa"/>
            <w:textDirection w:val="lrTbV"/>
            <w:vAlign w:val="center"/>
          </w:tcPr>
          <w:p w14:paraId="2D64EBA0" w14:textId="77777777" w:rsidR="00EF5E46" w:rsidRDefault="00EF5E46" w:rsidP="00EF5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18ABC7FC" w14:textId="3A35A4DB" w:rsidR="00EF5E46" w:rsidRPr="004F7D62" w:rsidRDefault="00EF5E46" w:rsidP="00EF5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1" w:type="dxa"/>
            <w:vAlign w:val="center"/>
          </w:tcPr>
          <w:p w14:paraId="1198D13C" w14:textId="77777777" w:rsidR="00EF5E46" w:rsidRDefault="00EF5E46" w:rsidP="00EF5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Zerina Mujić, ass.</w:t>
            </w:r>
          </w:p>
          <w:p w14:paraId="1123C686" w14:textId="2E9F9402" w:rsidR="00EF5E46" w:rsidRPr="004F7D62" w:rsidRDefault="00EF5E46" w:rsidP="00EF5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Halid Junuzović, v.ass</w:t>
            </w:r>
          </w:p>
        </w:tc>
        <w:tc>
          <w:tcPr>
            <w:tcW w:w="567" w:type="dxa"/>
            <w:textDirection w:val="lrTbV"/>
            <w:vAlign w:val="center"/>
          </w:tcPr>
          <w:p w14:paraId="3AFDE6D2" w14:textId="134E4AE2" w:rsidR="00EF5E46" w:rsidRDefault="00EF5E46" w:rsidP="00EF5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2483AA18" w14:textId="59BDF838" w:rsidR="00EF5E46" w:rsidRPr="004F7D62" w:rsidRDefault="00EF5E46" w:rsidP="00EF5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579" w:type="dxa"/>
            <w:textDirection w:val="lrTbV"/>
            <w:vAlign w:val="center"/>
          </w:tcPr>
          <w:p w14:paraId="6ACD1730" w14:textId="575BD974" w:rsidR="00EF5E46" w:rsidRDefault="00EF5E46" w:rsidP="00EF5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6A212306" w14:textId="3EC3C48C" w:rsidR="00EF5E46" w:rsidRPr="004F7D62" w:rsidRDefault="00EF5E46" w:rsidP="00EF5E4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04" w:type="dxa"/>
            <w:vAlign w:val="center"/>
          </w:tcPr>
          <w:p w14:paraId="528CE89B" w14:textId="4B240A8E" w:rsidR="00EF5E46" w:rsidRPr="00007D78" w:rsidRDefault="00EF5E46" w:rsidP="00EF5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vježbi na nastavnim predmetima iz UNO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Farmaceutska analitika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zbog:</w:t>
            </w:r>
          </w:p>
          <w:p w14:paraId="02C45B2D" w14:textId="58E3EE7E" w:rsidR="00EF5E46" w:rsidRPr="00007D78" w:rsidRDefault="00EF5E46" w:rsidP="00EF5E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III i  IV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godini na Farmaceutskom fakultetu (integrisani I i II ciklus studija)</w:t>
            </w:r>
          </w:p>
          <w:p w14:paraId="144981E3" w14:textId="77777777" w:rsidR="00EF5E46" w:rsidRPr="004F7D62" w:rsidRDefault="00EF5E46" w:rsidP="00EF5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B266A1" w14:paraId="136BE994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D50F4F1" w14:textId="66433756" w:rsidR="00B266A1" w:rsidRPr="004F7D62" w:rsidRDefault="00B266A1" w:rsidP="00B26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Analiza i kontrola lijekova I</w:t>
            </w:r>
          </w:p>
        </w:tc>
        <w:tc>
          <w:tcPr>
            <w:tcW w:w="790" w:type="dxa"/>
            <w:vAlign w:val="center"/>
          </w:tcPr>
          <w:p w14:paraId="15D1885C" w14:textId="177D3855" w:rsidR="00B266A1" w:rsidRPr="004F7D62" w:rsidRDefault="00B266A1" w:rsidP="00B26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III/V</w:t>
            </w:r>
          </w:p>
        </w:tc>
        <w:tc>
          <w:tcPr>
            <w:tcW w:w="628" w:type="dxa"/>
            <w:textDirection w:val="lrTbV"/>
            <w:vAlign w:val="center"/>
          </w:tcPr>
          <w:p w14:paraId="2268FDDA" w14:textId="4C512ED8" w:rsidR="00B266A1" w:rsidRPr="004F7D62" w:rsidRDefault="00B266A1" w:rsidP="00B266A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30DF522A" w14:textId="6136BB40" w:rsidR="00B266A1" w:rsidRPr="004F7D62" w:rsidRDefault="00B266A1" w:rsidP="00B26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2" w:type="dxa"/>
            <w:vAlign w:val="center"/>
          </w:tcPr>
          <w:p w14:paraId="025FD10E" w14:textId="2C1FF975" w:rsidR="00B266A1" w:rsidRPr="004F7D62" w:rsidRDefault="00B266A1" w:rsidP="00B26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Zerina Mujić, ass. </w:t>
            </w:r>
          </w:p>
        </w:tc>
        <w:tc>
          <w:tcPr>
            <w:tcW w:w="567" w:type="dxa"/>
            <w:textDirection w:val="lrTbV"/>
            <w:vAlign w:val="center"/>
          </w:tcPr>
          <w:p w14:paraId="30E3B79D" w14:textId="7F52A36D" w:rsidR="00B266A1" w:rsidRPr="004F7D62" w:rsidRDefault="00B266A1" w:rsidP="00B266A1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567" w:type="dxa"/>
            <w:textDirection w:val="lrTbV"/>
            <w:vAlign w:val="center"/>
          </w:tcPr>
          <w:p w14:paraId="2B07DE5A" w14:textId="6509990B" w:rsidR="00B266A1" w:rsidRPr="004F7D62" w:rsidRDefault="00B266A1" w:rsidP="00B266A1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51" w:type="dxa"/>
            <w:vAlign w:val="center"/>
          </w:tcPr>
          <w:p w14:paraId="67E9E4C8" w14:textId="71374B80" w:rsidR="00B266A1" w:rsidRPr="004F7D62" w:rsidRDefault="00B266A1" w:rsidP="00B26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Zerina Mujić, ass. </w:t>
            </w:r>
          </w:p>
        </w:tc>
        <w:tc>
          <w:tcPr>
            <w:tcW w:w="567" w:type="dxa"/>
            <w:textDirection w:val="lrTbV"/>
            <w:vAlign w:val="center"/>
          </w:tcPr>
          <w:p w14:paraId="12FAAE71" w14:textId="7F3392E6" w:rsidR="00B266A1" w:rsidRPr="004F7D62" w:rsidRDefault="00B266A1" w:rsidP="00B266A1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79" w:type="dxa"/>
            <w:textDirection w:val="lrTbV"/>
            <w:vAlign w:val="center"/>
          </w:tcPr>
          <w:p w14:paraId="3602DA1A" w14:textId="0CF9E230" w:rsidR="00B266A1" w:rsidRPr="004F7D62" w:rsidRDefault="00B266A1" w:rsidP="00B266A1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04" w:type="dxa"/>
            <w:vAlign w:val="center"/>
          </w:tcPr>
          <w:p w14:paraId="2675E200" w14:textId="784661F8" w:rsidR="00B266A1" w:rsidRPr="004F7D62" w:rsidRDefault="0083460F" w:rsidP="00B26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B266A1" w14:paraId="2FDCD2C7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58A710A1" w14:textId="2B18BBBB" w:rsidR="00B266A1" w:rsidRPr="004F7D62" w:rsidRDefault="00B266A1" w:rsidP="00B26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Analiza i kontrola lijekova II</w:t>
            </w:r>
          </w:p>
        </w:tc>
        <w:tc>
          <w:tcPr>
            <w:tcW w:w="790" w:type="dxa"/>
            <w:vAlign w:val="center"/>
          </w:tcPr>
          <w:p w14:paraId="1C35E8AD" w14:textId="39B54A90" w:rsidR="00B266A1" w:rsidRPr="004F7D62" w:rsidRDefault="00B266A1" w:rsidP="00B26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5B2BF5CF" w14:textId="2C76B627" w:rsidR="00B266A1" w:rsidRPr="004F7D62" w:rsidRDefault="00B266A1" w:rsidP="00B266A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4081F28C" w14:textId="0BBA723A" w:rsidR="00B266A1" w:rsidRPr="004F7D62" w:rsidRDefault="00B266A1" w:rsidP="00B26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2" w:type="dxa"/>
            <w:vAlign w:val="center"/>
          </w:tcPr>
          <w:p w14:paraId="5442B15C" w14:textId="3DDBB11D" w:rsidR="00B266A1" w:rsidRPr="004F7D62" w:rsidRDefault="00B266A1" w:rsidP="00B26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Zerina Mujić, ass. </w:t>
            </w:r>
          </w:p>
        </w:tc>
        <w:tc>
          <w:tcPr>
            <w:tcW w:w="567" w:type="dxa"/>
            <w:textDirection w:val="lrTbV"/>
            <w:vAlign w:val="center"/>
          </w:tcPr>
          <w:p w14:paraId="1D9B01B9" w14:textId="30266AD8" w:rsidR="00B266A1" w:rsidRPr="004F7D62" w:rsidRDefault="00B266A1" w:rsidP="00B266A1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567" w:type="dxa"/>
            <w:textDirection w:val="lrTbV"/>
            <w:vAlign w:val="center"/>
          </w:tcPr>
          <w:p w14:paraId="5E9DCDE1" w14:textId="4CDDBAFB" w:rsidR="00B266A1" w:rsidRPr="004F7D62" w:rsidRDefault="00B266A1" w:rsidP="00B266A1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51" w:type="dxa"/>
            <w:vAlign w:val="center"/>
          </w:tcPr>
          <w:p w14:paraId="66F00900" w14:textId="715B1934" w:rsidR="00B266A1" w:rsidRPr="004F7D62" w:rsidRDefault="00B266A1" w:rsidP="00B26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Zerina Mujić, ass. </w:t>
            </w:r>
          </w:p>
        </w:tc>
        <w:tc>
          <w:tcPr>
            <w:tcW w:w="567" w:type="dxa"/>
            <w:textDirection w:val="lrTbV"/>
            <w:vAlign w:val="center"/>
          </w:tcPr>
          <w:p w14:paraId="21964428" w14:textId="4EE2E0EB" w:rsidR="00B266A1" w:rsidRPr="004F7D62" w:rsidRDefault="00B266A1" w:rsidP="00B266A1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79" w:type="dxa"/>
            <w:textDirection w:val="lrTbV"/>
            <w:vAlign w:val="center"/>
          </w:tcPr>
          <w:p w14:paraId="1CC16F60" w14:textId="70DB691D" w:rsidR="00B266A1" w:rsidRPr="004F7D62" w:rsidRDefault="00B266A1" w:rsidP="00B266A1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04" w:type="dxa"/>
            <w:vAlign w:val="center"/>
          </w:tcPr>
          <w:p w14:paraId="43DA7C3C" w14:textId="3F296307" w:rsidR="00B266A1" w:rsidRPr="004F7D62" w:rsidRDefault="0083460F" w:rsidP="00B26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83460F" w14:paraId="3F9C5734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0EAE911E" w14:textId="44CDFCF2" w:rsidR="0083460F" w:rsidRPr="004F7D62" w:rsidRDefault="0083460F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Toksikologija sa analitikom I</w:t>
            </w:r>
          </w:p>
        </w:tc>
        <w:tc>
          <w:tcPr>
            <w:tcW w:w="790" w:type="dxa"/>
            <w:vAlign w:val="center"/>
          </w:tcPr>
          <w:p w14:paraId="5A01F5DA" w14:textId="70C6AF4E" w:rsidR="0083460F" w:rsidRPr="004F7D62" w:rsidRDefault="0083460F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IV/VII</w:t>
            </w:r>
          </w:p>
        </w:tc>
        <w:tc>
          <w:tcPr>
            <w:tcW w:w="628" w:type="dxa"/>
            <w:textDirection w:val="lrTbV"/>
            <w:vAlign w:val="center"/>
          </w:tcPr>
          <w:p w14:paraId="184190C0" w14:textId="31DE4BF8" w:rsidR="0083460F" w:rsidRPr="004F7D62" w:rsidRDefault="0083460F" w:rsidP="008346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265AE673" w14:textId="06D4137A" w:rsidR="0083460F" w:rsidRPr="004F7D62" w:rsidRDefault="0083460F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52" w:type="dxa"/>
            <w:vAlign w:val="center"/>
          </w:tcPr>
          <w:p w14:paraId="0847954F" w14:textId="74E6CF81" w:rsidR="0083460F" w:rsidRPr="004F7D62" w:rsidRDefault="0083460F" w:rsidP="008346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Zerina Mujić, ass. </w:t>
            </w:r>
          </w:p>
        </w:tc>
        <w:tc>
          <w:tcPr>
            <w:tcW w:w="567" w:type="dxa"/>
            <w:textDirection w:val="lrTbV"/>
            <w:vAlign w:val="center"/>
          </w:tcPr>
          <w:p w14:paraId="3D37AEC6" w14:textId="125B0828" w:rsidR="0083460F" w:rsidRPr="004F7D62" w:rsidRDefault="0083460F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67" w:type="dxa"/>
            <w:textDirection w:val="lrTbV"/>
            <w:vAlign w:val="center"/>
          </w:tcPr>
          <w:p w14:paraId="1C38A8D0" w14:textId="2A603B03" w:rsidR="0083460F" w:rsidRPr="004F7D62" w:rsidRDefault="0083460F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1" w:type="dxa"/>
            <w:vAlign w:val="center"/>
          </w:tcPr>
          <w:p w14:paraId="44B106F5" w14:textId="3C458F92" w:rsidR="0083460F" w:rsidRPr="004F7D62" w:rsidRDefault="0083460F" w:rsidP="008346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Zerina Mujić, ass. </w:t>
            </w:r>
          </w:p>
        </w:tc>
        <w:tc>
          <w:tcPr>
            <w:tcW w:w="567" w:type="dxa"/>
            <w:textDirection w:val="lrTbV"/>
            <w:vAlign w:val="center"/>
          </w:tcPr>
          <w:p w14:paraId="5664C536" w14:textId="3C0BE66C" w:rsidR="0083460F" w:rsidRPr="004F7D62" w:rsidRDefault="0083460F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579" w:type="dxa"/>
            <w:textDirection w:val="lrTbV"/>
            <w:vAlign w:val="center"/>
          </w:tcPr>
          <w:p w14:paraId="72EE8B25" w14:textId="7EBCFB24" w:rsidR="0083460F" w:rsidRPr="004F7D62" w:rsidRDefault="0083460F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04" w:type="dxa"/>
            <w:vAlign w:val="center"/>
          </w:tcPr>
          <w:p w14:paraId="445D052D" w14:textId="642E6A88" w:rsidR="0083460F" w:rsidRPr="004F7D62" w:rsidRDefault="0083460F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EC5322" w14:paraId="2454D8C6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367186EF" w14:textId="6C7CCF59" w:rsidR="00EC5322" w:rsidRDefault="00EC5322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</w:t>
            </w:r>
            <w:r w:rsidR="004A1C16">
              <w:rPr>
                <w:rFonts w:ascii="Times New Roman" w:hAnsi="Times New Roman"/>
                <w:sz w:val="18"/>
                <w:szCs w:val="18"/>
                <w:lang w:val="bs-Latn-BA"/>
              </w:rPr>
              <w:t>ceutska botanika</w:t>
            </w:r>
          </w:p>
        </w:tc>
        <w:tc>
          <w:tcPr>
            <w:tcW w:w="790" w:type="dxa"/>
            <w:vAlign w:val="center"/>
          </w:tcPr>
          <w:p w14:paraId="3C525B36" w14:textId="2C3F3ABB" w:rsidR="00EC5322" w:rsidRDefault="00586989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3E81FF08" w14:textId="4D834E25" w:rsidR="00EC5322" w:rsidRDefault="00586989" w:rsidP="008346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1C21BCA3" w14:textId="49EAEF08" w:rsidR="00EC5322" w:rsidRDefault="006724FD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2" w:type="dxa"/>
            <w:vAlign w:val="center"/>
          </w:tcPr>
          <w:p w14:paraId="1EAA6D76" w14:textId="77777777" w:rsidR="00EC5322" w:rsidRDefault="006724FD" w:rsidP="008346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Lamija Kolarević ass</w:t>
            </w:r>
          </w:p>
          <w:p w14:paraId="554E6DD0" w14:textId="16D3A12D" w:rsidR="006724FD" w:rsidRDefault="00D91006" w:rsidP="008346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Samela Selimović, ass.</w:t>
            </w:r>
          </w:p>
        </w:tc>
        <w:tc>
          <w:tcPr>
            <w:tcW w:w="567" w:type="dxa"/>
            <w:textDirection w:val="lrTbV"/>
            <w:vAlign w:val="center"/>
          </w:tcPr>
          <w:p w14:paraId="42653126" w14:textId="494E23AC" w:rsidR="00EC5322" w:rsidRDefault="007317C1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23A9626F" w14:textId="0F653914" w:rsidR="00D91006" w:rsidRDefault="007317C1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3CD7B209" w14:textId="3F1B6708" w:rsidR="00D91006" w:rsidRDefault="00D91006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09E5FCB" w14:textId="1C1CDE1B" w:rsidR="00EC5322" w:rsidRDefault="007317C1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1F9EE929" w14:textId="70EC5521" w:rsidR="00D91006" w:rsidRDefault="007317C1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39D5C535" w14:textId="66CDDE2A" w:rsidR="00D91006" w:rsidRDefault="00D91006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0B9E8D3A" w14:textId="77777777" w:rsidR="00D91006" w:rsidRDefault="00D91006" w:rsidP="00D91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Lamija Kolarević ass</w:t>
            </w:r>
          </w:p>
          <w:p w14:paraId="58FB5619" w14:textId="6DC89973" w:rsidR="00EC5322" w:rsidRDefault="00324768" w:rsidP="008346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Samela Selimović, ass</w:t>
            </w:r>
          </w:p>
        </w:tc>
        <w:tc>
          <w:tcPr>
            <w:tcW w:w="567" w:type="dxa"/>
            <w:textDirection w:val="lrTbV"/>
            <w:vAlign w:val="center"/>
          </w:tcPr>
          <w:p w14:paraId="6DDE8149" w14:textId="77777777" w:rsidR="00EC5322" w:rsidRDefault="00324768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3D22E0BD" w14:textId="0C12B539" w:rsidR="00324768" w:rsidRDefault="00324768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00A09827" w14:textId="77777777" w:rsidR="00EC5322" w:rsidRDefault="00324768" w:rsidP="0032476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7E147C76" w14:textId="2BF9AEBE" w:rsidR="00324768" w:rsidRDefault="00324768" w:rsidP="0032476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197A6542" w14:textId="7761BB15" w:rsidR="00EC5322" w:rsidRPr="00007D78" w:rsidRDefault="00EC5322" w:rsidP="00EC5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vježbi na nastavnim predmetima iz UNO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Farmakognozija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zbog:</w:t>
            </w:r>
          </w:p>
          <w:p w14:paraId="078B5B43" w14:textId="021A23D9" w:rsidR="00EC5322" w:rsidRPr="00007D78" w:rsidRDefault="00EC5322" w:rsidP="00EC532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  IV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godini na Farmaceutskom fakultetu (integrisani I i II ciklus studija)</w:t>
            </w:r>
          </w:p>
          <w:p w14:paraId="72F7B7D8" w14:textId="77777777" w:rsidR="00EC5322" w:rsidRPr="006224E6" w:rsidRDefault="00EC5322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4A1C16" w14:paraId="13203A81" w14:textId="77777777" w:rsidTr="009D70EF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4A35485F" w14:textId="3D4E86A9" w:rsidR="004A1C16" w:rsidRDefault="004A1C16" w:rsidP="004A1C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Farmakognozija I</w:t>
            </w:r>
          </w:p>
        </w:tc>
        <w:tc>
          <w:tcPr>
            <w:tcW w:w="790" w:type="dxa"/>
            <w:vAlign w:val="center"/>
          </w:tcPr>
          <w:p w14:paraId="79263043" w14:textId="74D74165" w:rsidR="004A1C16" w:rsidRDefault="00F1625B" w:rsidP="004A1C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IV/VII</w:t>
            </w:r>
          </w:p>
        </w:tc>
        <w:tc>
          <w:tcPr>
            <w:tcW w:w="628" w:type="dxa"/>
            <w:textDirection w:val="lrTbV"/>
            <w:vAlign w:val="center"/>
          </w:tcPr>
          <w:p w14:paraId="49166CAE" w14:textId="08DF234C" w:rsidR="004A1C16" w:rsidRDefault="00F1625B" w:rsidP="004A1C1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3/0/3</w:t>
            </w:r>
          </w:p>
        </w:tc>
        <w:tc>
          <w:tcPr>
            <w:tcW w:w="425" w:type="dxa"/>
            <w:textDirection w:val="lrTbV"/>
            <w:vAlign w:val="center"/>
          </w:tcPr>
          <w:p w14:paraId="7C54303D" w14:textId="77777777" w:rsidR="004A1C16" w:rsidRDefault="004A1C16" w:rsidP="004A1C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2" w:type="dxa"/>
            <w:vAlign w:val="center"/>
          </w:tcPr>
          <w:p w14:paraId="4FAA773C" w14:textId="7533032A" w:rsidR="004A1C16" w:rsidRDefault="004A1C16" w:rsidP="004A1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Lamija Kolarević</w:t>
            </w:r>
            <w:r w:rsidR="005D6810">
              <w:rPr>
                <w:rFonts w:ascii="Times New Roman" w:hAnsi="Times New Roman"/>
                <w:sz w:val="18"/>
                <w:szCs w:val="18"/>
                <w:lang w:val="bs-Latn-B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ass</w:t>
            </w:r>
          </w:p>
          <w:p w14:paraId="44CB9CFB" w14:textId="37402997" w:rsidR="004A1C16" w:rsidRDefault="004A1C16" w:rsidP="004A1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25216BC" w14:textId="00F6B6C9" w:rsidR="004A1C16" w:rsidRDefault="005C472B" w:rsidP="004A1C1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67" w:type="dxa"/>
            <w:textDirection w:val="lrTbV"/>
            <w:vAlign w:val="center"/>
          </w:tcPr>
          <w:p w14:paraId="323F0410" w14:textId="573A4AF9" w:rsidR="004A1C16" w:rsidRDefault="005C472B" w:rsidP="004A1C1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12</w:t>
            </w:r>
          </w:p>
        </w:tc>
        <w:tc>
          <w:tcPr>
            <w:tcW w:w="2551" w:type="dxa"/>
            <w:vAlign w:val="center"/>
          </w:tcPr>
          <w:p w14:paraId="2BD31C84" w14:textId="39B238C0" w:rsidR="004A1C16" w:rsidRDefault="004A1C16" w:rsidP="004A1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Lamija Kolarević</w:t>
            </w:r>
            <w:r w:rsidR="005D6810">
              <w:rPr>
                <w:rFonts w:ascii="Times New Roman" w:hAnsi="Times New Roman"/>
                <w:sz w:val="18"/>
                <w:szCs w:val="18"/>
                <w:lang w:val="bs-Latn-B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ass</w:t>
            </w:r>
          </w:p>
          <w:p w14:paraId="368BA484" w14:textId="550A0F27" w:rsidR="004A1C16" w:rsidRDefault="00F91ACC" w:rsidP="004A1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Lejla Mekić, ass</w:t>
            </w:r>
          </w:p>
        </w:tc>
        <w:tc>
          <w:tcPr>
            <w:tcW w:w="567" w:type="dxa"/>
            <w:textDirection w:val="lrTbV"/>
            <w:vAlign w:val="center"/>
          </w:tcPr>
          <w:p w14:paraId="313B7057" w14:textId="3973C966" w:rsidR="004A1C16" w:rsidRDefault="00F91ACC" w:rsidP="004A1C1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  <w:r w:rsidR="00324768">
              <w:rPr>
                <w:rFonts w:ascii="Times New Roman" w:hAnsi="Times New Roman"/>
                <w:sz w:val="18"/>
                <w:szCs w:val="18"/>
                <w:lang w:val="bs-Latn-BA"/>
              </w:rPr>
              <w:t>,66</w:t>
            </w:r>
          </w:p>
          <w:p w14:paraId="26333977" w14:textId="159238FF" w:rsidR="00F91ACC" w:rsidRDefault="00324768" w:rsidP="0032476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0,33</w:t>
            </w:r>
          </w:p>
        </w:tc>
        <w:tc>
          <w:tcPr>
            <w:tcW w:w="579" w:type="dxa"/>
            <w:textDirection w:val="lrTbV"/>
            <w:vAlign w:val="center"/>
          </w:tcPr>
          <w:p w14:paraId="618B428C" w14:textId="3C35AAF6" w:rsidR="004A1C16" w:rsidRDefault="00F91ACC" w:rsidP="004A1C1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  <w:r w:rsidR="00324768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16305815" w14:textId="15A85250" w:rsidR="00F91ACC" w:rsidRDefault="00324768" w:rsidP="004A1C1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57AFECE7" w14:textId="3DAE9858" w:rsidR="004A1C16" w:rsidRPr="006224E6" w:rsidRDefault="004A1C16" w:rsidP="004A1C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4A1C16" w14:paraId="2D9DA035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609D606C" w14:textId="0890D4CB" w:rsidR="004A1C16" w:rsidRDefault="004A1C16" w:rsidP="004A1C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Farmakognozija II</w:t>
            </w:r>
          </w:p>
        </w:tc>
        <w:tc>
          <w:tcPr>
            <w:tcW w:w="790" w:type="dxa"/>
            <w:vAlign w:val="center"/>
          </w:tcPr>
          <w:p w14:paraId="1089088C" w14:textId="646435B8" w:rsidR="004A1C16" w:rsidRDefault="00F1625B" w:rsidP="004A1C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IV/VIII</w:t>
            </w:r>
          </w:p>
        </w:tc>
        <w:tc>
          <w:tcPr>
            <w:tcW w:w="628" w:type="dxa"/>
            <w:textDirection w:val="lrTbV"/>
            <w:vAlign w:val="center"/>
          </w:tcPr>
          <w:p w14:paraId="74199941" w14:textId="2BE9D599" w:rsidR="004A1C16" w:rsidRDefault="00F1625B" w:rsidP="004A1C1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15194DE0" w14:textId="77777777" w:rsidR="004A1C16" w:rsidRDefault="004A1C16" w:rsidP="004A1C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2" w:type="dxa"/>
            <w:vAlign w:val="center"/>
          </w:tcPr>
          <w:p w14:paraId="5F57068B" w14:textId="410D6396" w:rsidR="004A1C16" w:rsidRDefault="004A1C16" w:rsidP="004A1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Lamija Kolarević</w:t>
            </w:r>
            <w:r w:rsidR="005D6810">
              <w:rPr>
                <w:rFonts w:ascii="Times New Roman" w:hAnsi="Times New Roman"/>
                <w:sz w:val="18"/>
                <w:szCs w:val="18"/>
                <w:lang w:val="bs-Latn-B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ass</w:t>
            </w:r>
          </w:p>
          <w:p w14:paraId="06CD3636" w14:textId="77777777" w:rsidR="004A1C16" w:rsidRDefault="004A1C16" w:rsidP="004A1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09A57310" w14:textId="1DDD05A1" w:rsidR="004A1C16" w:rsidRDefault="00F91ACC" w:rsidP="004A1C1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67" w:type="dxa"/>
            <w:textDirection w:val="lrTbV"/>
            <w:vAlign w:val="center"/>
          </w:tcPr>
          <w:p w14:paraId="2B3BDE31" w14:textId="4ACD9601" w:rsidR="004A1C16" w:rsidRDefault="00F91ACC" w:rsidP="004A1C1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1" w:type="dxa"/>
            <w:vAlign w:val="center"/>
          </w:tcPr>
          <w:p w14:paraId="6D5AB38F" w14:textId="0537EDA1" w:rsidR="004A1C16" w:rsidRDefault="004A1C16" w:rsidP="004A1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Lamija Kolarević</w:t>
            </w:r>
            <w:r w:rsidR="005D6810">
              <w:rPr>
                <w:rFonts w:ascii="Times New Roman" w:hAnsi="Times New Roman"/>
                <w:sz w:val="18"/>
                <w:szCs w:val="18"/>
                <w:lang w:val="bs-Latn-B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ass</w:t>
            </w:r>
          </w:p>
          <w:p w14:paraId="32C7CC2D" w14:textId="77777777" w:rsidR="004A1C16" w:rsidRDefault="004A1C16" w:rsidP="004A1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35F0B40A" w14:textId="493E6AD7" w:rsidR="004A1C16" w:rsidRDefault="00F91ACC" w:rsidP="004A1C1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579" w:type="dxa"/>
            <w:textDirection w:val="lrTbV"/>
            <w:vAlign w:val="center"/>
          </w:tcPr>
          <w:p w14:paraId="6E37A75E" w14:textId="77CC6B88" w:rsidR="004A1C16" w:rsidRDefault="00F91ACC" w:rsidP="004A1C1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04" w:type="dxa"/>
            <w:vAlign w:val="center"/>
          </w:tcPr>
          <w:p w14:paraId="681CA2C7" w14:textId="6E173465" w:rsidR="004A1C16" w:rsidRPr="006224E6" w:rsidRDefault="004A1C16" w:rsidP="004A1C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8C4987" w14:paraId="19FA6983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47AA6283" w14:textId="5FE9B42B" w:rsidR="008C4987" w:rsidRDefault="008C4987" w:rsidP="008C49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>Farmaceutska hemija I</w:t>
            </w:r>
          </w:p>
        </w:tc>
        <w:tc>
          <w:tcPr>
            <w:tcW w:w="790" w:type="dxa"/>
            <w:vAlign w:val="center"/>
          </w:tcPr>
          <w:p w14:paraId="6E921DBE" w14:textId="7AE61137" w:rsidR="008C4987" w:rsidRDefault="008C4987" w:rsidP="008C49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III/V</w:t>
            </w:r>
          </w:p>
        </w:tc>
        <w:tc>
          <w:tcPr>
            <w:tcW w:w="628" w:type="dxa"/>
            <w:textDirection w:val="lrTbV"/>
            <w:vAlign w:val="center"/>
          </w:tcPr>
          <w:p w14:paraId="768C0046" w14:textId="765C66B2" w:rsidR="008C4987" w:rsidRDefault="008C4987" w:rsidP="008C4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4/0/3</w:t>
            </w:r>
          </w:p>
        </w:tc>
        <w:tc>
          <w:tcPr>
            <w:tcW w:w="425" w:type="dxa"/>
            <w:textDirection w:val="lrTbV"/>
            <w:vAlign w:val="center"/>
          </w:tcPr>
          <w:p w14:paraId="73F3802D" w14:textId="7B2F746C" w:rsidR="008C4987" w:rsidRDefault="001679D1" w:rsidP="008C49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12</w:t>
            </w:r>
          </w:p>
        </w:tc>
        <w:tc>
          <w:tcPr>
            <w:tcW w:w="2552" w:type="dxa"/>
            <w:vAlign w:val="center"/>
          </w:tcPr>
          <w:p w14:paraId="4B609D26" w14:textId="77777777" w:rsidR="008C4987" w:rsidRDefault="008C4987" w:rsidP="008C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Demir Bjelošević, ass</w:t>
            </w:r>
          </w:p>
          <w:p w14:paraId="5F893D33" w14:textId="56BB3BF2" w:rsidR="003F0396" w:rsidRDefault="003F0396" w:rsidP="008C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EFDBB4C" w14:textId="644C8CF2" w:rsidR="008C4987" w:rsidRDefault="008C4987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567" w:type="dxa"/>
            <w:textDirection w:val="lrTbV"/>
            <w:vAlign w:val="center"/>
          </w:tcPr>
          <w:p w14:paraId="5707306B" w14:textId="751C439D" w:rsidR="008C4987" w:rsidRDefault="008C4987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15</w:t>
            </w:r>
          </w:p>
        </w:tc>
        <w:tc>
          <w:tcPr>
            <w:tcW w:w="2551" w:type="dxa"/>
            <w:vAlign w:val="center"/>
          </w:tcPr>
          <w:p w14:paraId="49D96298" w14:textId="4778FC2B" w:rsidR="008C4987" w:rsidRDefault="008C4987" w:rsidP="008C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Demir Bjelošević, ass</w:t>
            </w:r>
          </w:p>
        </w:tc>
        <w:tc>
          <w:tcPr>
            <w:tcW w:w="567" w:type="dxa"/>
            <w:textDirection w:val="lrTbV"/>
            <w:vAlign w:val="center"/>
          </w:tcPr>
          <w:p w14:paraId="33A8465F" w14:textId="39572C7F" w:rsidR="008C4987" w:rsidRDefault="008C4987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79" w:type="dxa"/>
            <w:textDirection w:val="lrTbV"/>
            <w:vAlign w:val="center"/>
          </w:tcPr>
          <w:p w14:paraId="59A08C97" w14:textId="62C7B7C5" w:rsidR="008C4987" w:rsidRDefault="008C4987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12</w:t>
            </w:r>
          </w:p>
        </w:tc>
        <w:tc>
          <w:tcPr>
            <w:tcW w:w="2504" w:type="dxa"/>
            <w:vAlign w:val="center"/>
          </w:tcPr>
          <w:p w14:paraId="0052C317" w14:textId="61E314A4" w:rsidR="008C4987" w:rsidRPr="00007D78" w:rsidRDefault="008C4987" w:rsidP="008C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vježbi na nastavnim predmetima iz UNO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Farmaceutska hemija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zbog:</w:t>
            </w:r>
          </w:p>
          <w:p w14:paraId="0212F75E" w14:textId="19036675" w:rsidR="008C4987" w:rsidRPr="00007D78" w:rsidRDefault="008C4987" w:rsidP="008C49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Promjene broja grupa na II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I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godini na Farmaceutskom fakultetu (integrisani I i II ciklus studija)</w:t>
            </w:r>
          </w:p>
          <w:p w14:paraId="7F3E7423" w14:textId="77777777" w:rsidR="008C4987" w:rsidRPr="006224E6" w:rsidRDefault="008C4987" w:rsidP="008C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8C4987" w14:paraId="5F01AED6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3EAF7472" w14:textId="6E0D34A4" w:rsidR="008C4987" w:rsidRDefault="008C4987" w:rsidP="008C49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Farmaceutska hemija II</w:t>
            </w:r>
          </w:p>
        </w:tc>
        <w:tc>
          <w:tcPr>
            <w:tcW w:w="790" w:type="dxa"/>
            <w:vAlign w:val="center"/>
          </w:tcPr>
          <w:p w14:paraId="6C1319D8" w14:textId="74018B33" w:rsidR="008C4987" w:rsidRDefault="008C4987" w:rsidP="008C49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33D36AE8" w14:textId="51F83759" w:rsidR="008C4987" w:rsidRDefault="001679D1" w:rsidP="008C4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4/0/4</w:t>
            </w:r>
          </w:p>
        </w:tc>
        <w:tc>
          <w:tcPr>
            <w:tcW w:w="425" w:type="dxa"/>
            <w:textDirection w:val="lrTbV"/>
            <w:vAlign w:val="center"/>
          </w:tcPr>
          <w:p w14:paraId="50B90E70" w14:textId="153BF129" w:rsidR="008C4987" w:rsidRDefault="001679D1" w:rsidP="008C49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16</w:t>
            </w:r>
          </w:p>
        </w:tc>
        <w:tc>
          <w:tcPr>
            <w:tcW w:w="2552" w:type="dxa"/>
            <w:vAlign w:val="center"/>
          </w:tcPr>
          <w:p w14:paraId="206C47F1" w14:textId="77777777" w:rsidR="008C4987" w:rsidRDefault="008C4987" w:rsidP="008C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Demir Bjelošević, ass</w:t>
            </w:r>
          </w:p>
          <w:p w14:paraId="666BB574" w14:textId="79436A12" w:rsidR="003F0396" w:rsidRDefault="003F0396" w:rsidP="008C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3F0396">
              <w:rPr>
                <w:rFonts w:ascii="Times New Roman" w:hAnsi="Times New Roman"/>
                <w:sz w:val="18"/>
                <w:szCs w:val="18"/>
                <w:lang w:val="bs-Latn-BA"/>
              </w:rPr>
              <w:t>Semir Mujezinović, isp</w:t>
            </w:r>
          </w:p>
        </w:tc>
        <w:tc>
          <w:tcPr>
            <w:tcW w:w="567" w:type="dxa"/>
            <w:textDirection w:val="lrTbV"/>
            <w:vAlign w:val="center"/>
          </w:tcPr>
          <w:p w14:paraId="56DD9EBC" w14:textId="77777777" w:rsidR="008C4987" w:rsidRDefault="001679D1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3,75</w:t>
            </w:r>
          </w:p>
          <w:p w14:paraId="4D1D0A04" w14:textId="752A90AB" w:rsidR="003F0396" w:rsidRDefault="003F0396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1,25</w:t>
            </w:r>
          </w:p>
        </w:tc>
        <w:tc>
          <w:tcPr>
            <w:tcW w:w="567" w:type="dxa"/>
            <w:textDirection w:val="lrTbV"/>
            <w:vAlign w:val="center"/>
          </w:tcPr>
          <w:p w14:paraId="11E5FD1D" w14:textId="77777777" w:rsidR="008C4987" w:rsidRDefault="008C4987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15</w:t>
            </w:r>
          </w:p>
          <w:p w14:paraId="6E16245A" w14:textId="3F2BFD7A" w:rsidR="00180A05" w:rsidRDefault="00180A05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51" w:type="dxa"/>
            <w:vAlign w:val="center"/>
          </w:tcPr>
          <w:p w14:paraId="627D75EC" w14:textId="3C3592D2" w:rsidR="008C4987" w:rsidRDefault="008C4987" w:rsidP="008C49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Demir Bjelošević, ass</w:t>
            </w:r>
          </w:p>
        </w:tc>
        <w:tc>
          <w:tcPr>
            <w:tcW w:w="567" w:type="dxa"/>
            <w:textDirection w:val="lrTbV"/>
            <w:vAlign w:val="center"/>
          </w:tcPr>
          <w:p w14:paraId="0221C7DD" w14:textId="6E4E474C" w:rsidR="008C4987" w:rsidRDefault="008C4987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79" w:type="dxa"/>
            <w:textDirection w:val="lrTbV"/>
            <w:vAlign w:val="center"/>
          </w:tcPr>
          <w:p w14:paraId="64FD16B1" w14:textId="7B034808" w:rsidR="008C4987" w:rsidRDefault="008C4987" w:rsidP="008C498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  <w:r w:rsidR="001679D1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04" w:type="dxa"/>
            <w:vAlign w:val="center"/>
          </w:tcPr>
          <w:p w14:paraId="5C5C60FD" w14:textId="5E1E34C3" w:rsidR="008C4987" w:rsidRPr="006224E6" w:rsidRDefault="008C4987" w:rsidP="008C49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6224E6">
              <w:rPr>
                <w:rFonts w:ascii="Times New Roman" w:hAnsi="Times New Roman"/>
                <w:sz w:val="18"/>
                <w:szCs w:val="18"/>
                <w:lang w:val="bs-Latn-BA"/>
              </w:rPr>
              <w:t>-II-</w:t>
            </w:r>
          </w:p>
        </w:tc>
      </w:tr>
      <w:tr w:rsidR="00DD5BCB" w14:paraId="1CB36123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5F02822" w14:textId="6422F491" w:rsidR="00DD5BCB" w:rsidRDefault="00DD5BCB" w:rsidP="00DD5B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Klinička farmacija</w:t>
            </w:r>
          </w:p>
        </w:tc>
        <w:tc>
          <w:tcPr>
            <w:tcW w:w="790" w:type="dxa"/>
            <w:vAlign w:val="center"/>
          </w:tcPr>
          <w:p w14:paraId="09405807" w14:textId="204B366F" w:rsidR="00DD5BCB" w:rsidRDefault="00DD5BCB" w:rsidP="00DD5B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047DB673" w14:textId="5FB0F855" w:rsidR="00DD5BCB" w:rsidRDefault="00DD5BCB" w:rsidP="00DD5B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2/1/0</w:t>
            </w:r>
          </w:p>
        </w:tc>
        <w:tc>
          <w:tcPr>
            <w:tcW w:w="425" w:type="dxa"/>
            <w:textDirection w:val="lrTbV"/>
            <w:vAlign w:val="center"/>
          </w:tcPr>
          <w:p w14:paraId="65CD0C34" w14:textId="2333AC9F" w:rsidR="00DD5BCB" w:rsidRDefault="00DD5BCB" w:rsidP="00DD5B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065A0A19" w14:textId="1B415A2D" w:rsidR="00DD5BCB" w:rsidRDefault="00DD5BCB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Dr.sc.Edisa Trumić</w:t>
            </w:r>
            <w:r w:rsidR="0025672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Hodžić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vanr.prof.</w:t>
            </w:r>
          </w:p>
        </w:tc>
        <w:tc>
          <w:tcPr>
            <w:tcW w:w="567" w:type="dxa"/>
            <w:textDirection w:val="lrTbV"/>
            <w:vAlign w:val="center"/>
          </w:tcPr>
          <w:p w14:paraId="47422771" w14:textId="55965DF6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567" w:type="dxa"/>
            <w:textDirection w:val="lrTbV"/>
            <w:vAlign w:val="center"/>
          </w:tcPr>
          <w:p w14:paraId="4FEFE308" w14:textId="049F99D6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1" w:type="dxa"/>
            <w:vAlign w:val="center"/>
          </w:tcPr>
          <w:p w14:paraId="40E58099" w14:textId="4FC5B3AE" w:rsidR="00DD5BCB" w:rsidRDefault="00DD5BCB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Dr.sc.Edisa Trumić</w:t>
            </w:r>
            <w:r w:rsidR="0025672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Hodžić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vanr.prof.</w:t>
            </w:r>
          </w:p>
        </w:tc>
        <w:tc>
          <w:tcPr>
            <w:tcW w:w="567" w:type="dxa"/>
            <w:textDirection w:val="lrTbV"/>
            <w:vAlign w:val="center"/>
          </w:tcPr>
          <w:p w14:paraId="3F834D7E" w14:textId="0756DC96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79" w:type="dxa"/>
            <w:textDirection w:val="lrTbV"/>
            <w:vAlign w:val="center"/>
          </w:tcPr>
          <w:p w14:paraId="2B40A16F" w14:textId="3C537BDC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1AC8BFE7" w14:textId="6BC41006" w:rsidR="00DD5BCB" w:rsidRPr="00007D78" w:rsidRDefault="00DD5BCB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vježbi na nastavnim predmetima iz UNO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Klinička farmacija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zbog:</w:t>
            </w:r>
          </w:p>
          <w:p w14:paraId="2276CAA6" w14:textId="2DD6A60A" w:rsidR="00DD5BCB" w:rsidRPr="00007D78" w:rsidRDefault="00DD5BCB" w:rsidP="00DD5B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Promjene broja grupa na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V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godini na Farmaceutskom fakultetu (integrisani I i II ciklus studija)</w:t>
            </w:r>
          </w:p>
          <w:p w14:paraId="697DDDD0" w14:textId="77777777" w:rsidR="00DD5BCB" w:rsidRPr="006224E6" w:rsidRDefault="00DD5BCB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DD5BCB" w14:paraId="1AB9CC50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6FAF5912" w14:textId="60C258A1" w:rsidR="00DD5BCB" w:rsidRDefault="00DD5BCB" w:rsidP="00DD5B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Farmaceutska njega</w:t>
            </w:r>
          </w:p>
        </w:tc>
        <w:tc>
          <w:tcPr>
            <w:tcW w:w="790" w:type="dxa"/>
            <w:vAlign w:val="center"/>
          </w:tcPr>
          <w:p w14:paraId="34F8F695" w14:textId="78FBFBA0" w:rsidR="00DD5BCB" w:rsidRDefault="00DD5BCB" w:rsidP="00DD5B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V/X</w:t>
            </w:r>
          </w:p>
        </w:tc>
        <w:tc>
          <w:tcPr>
            <w:tcW w:w="628" w:type="dxa"/>
            <w:textDirection w:val="lrTbV"/>
            <w:vAlign w:val="center"/>
          </w:tcPr>
          <w:p w14:paraId="4E189376" w14:textId="5823B793" w:rsidR="00DD5BCB" w:rsidRDefault="00DD5BCB" w:rsidP="00DD5B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1/1/0</w:t>
            </w:r>
          </w:p>
        </w:tc>
        <w:tc>
          <w:tcPr>
            <w:tcW w:w="425" w:type="dxa"/>
            <w:textDirection w:val="lrTbV"/>
            <w:vAlign w:val="center"/>
          </w:tcPr>
          <w:p w14:paraId="1FDDEDD6" w14:textId="10721E24" w:rsidR="00DD5BCB" w:rsidRDefault="00DD5BCB" w:rsidP="00DD5B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1FF9E7A9" w14:textId="07C637CE" w:rsidR="00DD5BCB" w:rsidRDefault="00DD5BCB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>Dr.sc.Edisa Trumić</w:t>
            </w:r>
            <w:r w:rsidR="0030465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Hodžić</w:t>
            </w:r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>, vanr.prof.</w:t>
            </w:r>
          </w:p>
        </w:tc>
        <w:tc>
          <w:tcPr>
            <w:tcW w:w="567" w:type="dxa"/>
            <w:textDirection w:val="lrTbV"/>
            <w:vAlign w:val="center"/>
          </w:tcPr>
          <w:p w14:paraId="51390BB8" w14:textId="79DD56B1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567" w:type="dxa"/>
            <w:textDirection w:val="lrTbV"/>
            <w:vAlign w:val="center"/>
          </w:tcPr>
          <w:p w14:paraId="14837D12" w14:textId="3B53CE18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1" w:type="dxa"/>
            <w:vAlign w:val="center"/>
          </w:tcPr>
          <w:p w14:paraId="1361CC3F" w14:textId="14C8F6A2" w:rsidR="00DD5BCB" w:rsidRDefault="00DD5BCB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>Dr.sc.Edisa Trumić</w:t>
            </w:r>
            <w:r w:rsidR="0030465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Hodžić</w:t>
            </w:r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>, vanr.prof.</w:t>
            </w:r>
          </w:p>
        </w:tc>
        <w:tc>
          <w:tcPr>
            <w:tcW w:w="567" w:type="dxa"/>
            <w:textDirection w:val="lrTbV"/>
            <w:vAlign w:val="center"/>
          </w:tcPr>
          <w:p w14:paraId="29E542E9" w14:textId="0B665391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79" w:type="dxa"/>
            <w:textDirection w:val="lrTbV"/>
            <w:vAlign w:val="center"/>
          </w:tcPr>
          <w:p w14:paraId="5B44BD0F" w14:textId="01722938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24211410" w14:textId="65827387" w:rsidR="00DD5BCB" w:rsidRPr="00007D78" w:rsidRDefault="00DD5BCB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vježbi na nastavnim predmetima iz UNO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Klinička farmacija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zbog:</w:t>
            </w:r>
          </w:p>
          <w:p w14:paraId="240B7917" w14:textId="59DFE7F5" w:rsidR="00DD5BCB" w:rsidRPr="00007D78" w:rsidRDefault="00DD5BCB" w:rsidP="00DD5BC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Promjene broja grupa na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V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godini na Farmaceutskom fakultetu (integrisani I i II ciklus studija)</w:t>
            </w:r>
          </w:p>
          <w:p w14:paraId="7715CF2C" w14:textId="77777777" w:rsidR="00DD5BCB" w:rsidRPr="006224E6" w:rsidRDefault="00DD5BCB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</w:tbl>
    <w:p w14:paraId="2FF341F8" w14:textId="77777777" w:rsidR="00315FC9" w:rsidRDefault="00F638D6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Prodekan za nastavu i studentska pitanja:</w:t>
      </w:r>
    </w:p>
    <w:p w14:paraId="2FF341F9" w14:textId="6EA7DB59" w:rsidR="00315FC9" w:rsidRDefault="00F638D6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usvajanja na NNV/UNV: </w:t>
      </w:r>
      <w:r w:rsidR="00304653">
        <w:rPr>
          <w:rFonts w:ascii="Times New Roman" w:hAnsi="Times New Roman"/>
          <w:lang w:val="bs-Latn-BA"/>
        </w:rPr>
        <w:t>1</w:t>
      </w:r>
      <w:r w:rsidR="0025672F">
        <w:rPr>
          <w:rFonts w:ascii="Times New Roman" w:hAnsi="Times New Roman"/>
          <w:lang w:val="bs-Latn-BA"/>
        </w:rPr>
        <w:t>3</w:t>
      </w:r>
      <w:r>
        <w:rPr>
          <w:rFonts w:ascii="Times New Roman" w:hAnsi="Times New Roman"/>
          <w:lang w:val="bs-Latn-BA"/>
        </w:rPr>
        <w:t>.10.202</w:t>
      </w:r>
      <w:r w:rsidR="00176B43">
        <w:rPr>
          <w:rFonts w:ascii="Times New Roman" w:hAnsi="Times New Roman"/>
          <w:lang w:val="bs-Latn-BA"/>
        </w:rPr>
        <w:t>5</w:t>
      </w:r>
      <w:r>
        <w:rPr>
          <w:rFonts w:ascii="Times New Roman" w:hAnsi="Times New Roman"/>
          <w:lang w:val="bs-Latn-BA"/>
        </w:rPr>
        <w:t>.</w:t>
      </w:r>
      <w:r>
        <w:rPr>
          <w:rFonts w:ascii="Times New Roman" w:hAnsi="Times New Roman"/>
          <w:lang w:val="bs-Latn-BA"/>
        </w:rPr>
        <w:tab/>
        <w:t xml:space="preserve">Predsjedavajuća Naučno nastavnog vijeća: </w:t>
      </w:r>
    </w:p>
    <w:sectPr w:rsidR="00315FC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B6256" w14:textId="77777777" w:rsidR="0056506C" w:rsidRDefault="0056506C">
      <w:pPr>
        <w:spacing w:line="240" w:lineRule="auto"/>
      </w:pPr>
      <w:r>
        <w:separator/>
      </w:r>
    </w:p>
  </w:endnote>
  <w:endnote w:type="continuationSeparator" w:id="0">
    <w:p w14:paraId="72270752" w14:textId="77777777" w:rsidR="0056506C" w:rsidRDefault="005650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0F0B0" w14:textId="77777777" w:rsidR="0056506C" w:rsidRDefault="0056506C">
      <w:pPr>
        <w:spacing w:after="0"/>
      </w:pPr>
      <w:r>
        <w:separator/>
      </w:r>
    </w:p>
  </w:footnote>
  <w:footnote w:type="continuationSeparator" w:id="0">
    <w:p w14:paraId="5085C3FF" w14:textId="77777777" w:rsidR="0056506C" w:rsidRDefault="005650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5E389"/>
    <w:multiLevelType w:val="singleLevel"/>
    <w:tmpl w:val="1BF5E389"/>
    <w:lvl w:ilvl="0">
      <w:start w:val="1"/>
      <w:numFmt w:val="bullet"/>
      <w:lvlText w:val="﹣"/>
      <w:lvlJc w:val="left"/>
      <w:pPr>
        <w:tabs>
          <w:tab w:val="left" w:pos="420"/>
        </w:tabs>
        <w:ind w:left="420" w:hanging="420"/>
      </w:pPr>
      <w:rPr>
        <w:rFonts w:ascii="SimSun" w:eastAsia="SimSun" w:hAnsi="SimSun" w:cs="SimSun" w:hint="default"/>
      </w:rPr>
    </w:lvl>
  </w:abstractNum>
  <w:num w:numId="1" w16cid:durableId="89279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368"/>
    <w:rsid w:val="0000726D"/>
    <w:rsid w:val="00007D78"/>
    <w:rsid w:val="00011948"/>
    <w:rsid w:val="00013B4E"/>
    <w:rsid w:val="00023E31"/>
    <w:rsid w:val="000360EF"/>
    <w:rsid w:val="000361B6"/>
    <w:rsid w:val="00036BDC"/>
    <w:rsid w:val="000458A3"/>
    <w:rsid w:val="00070D88"/>
    <w:rsid w:val="00074AE2"/>
    <w:rsid w:val="00095BAD"/>
    <w:rsid w:val="000A14E0"/>
    <w:rsid w:val="000B16AB"/>
    <w:rsid w:val="000B2183"/>
    <w:rsid w:val="000B459A"/>
    <w:rsid w:val="000C4596"/>
    <w:rsid w:val="000C4F50"/>
    <w:rsid w:val="000D28F9"/>
    <w:rsid w:val="000E67D1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65612"/>
    <w:rsid w:val="001679D1"/>
    <w:rsid w:val="001720AB"/>
    <w:rsid w:val="00176B43"/>
    <w:rsid w:val="00180A05"/>
    <w:rsid w:val="00182482"/>
    <w:rsid w:val="00187F20"/>
    <w:rsid w:val="00191777"/>
    <w:rsid w:val="00192D6D"/>
    <w:rsid w:val="001A1F22"/>
    <w:rsid w:val="001C5DF1"/>
    <w:rsid w:val="001D0C2E"/>
    <w:rsid w:val="001D5FB8"/>
    <w:rsid w:val="001D7E95"/>
    <w:rsid w:val="0020449B"/>
    <w:rsid w:val="00206368"/>
    <w:rsid w:val="0021030F"/>
    <w:rsid w:val="002144DD"/>
    <w:rsid w:val="00223E2F"/>
    <w:rsid w:val="00225B94"/>
    <w:rsid w:val="00231A60"/>
    <w:rsid w:val="00241DCA"/>
    <w:rsid w:val="00243F57"/>
    <w:rsid w:val="002459EB"/>
    <w:rsid w:val="00250509"/>
    <w:rsid w:val="0025672F"/>
    <w:rsid w:val="002665F4"/>
    <w:rsid w:val="00286525"/>
    <w:rsid w:val="00287205"/>
    <w:rsid w:val="00290DB6"/>
    <w:rsid w:val="0029304B"/>
    <w:rsid w:val="002A5FE8"/>
    <w:rsid w:val="002C1D33"/>
    <w:rsid w:val="002E0D4A"/>
    <w:rsid w:val="002E1C8D"/>
    <w:rsid w:val="002E299A"/>
    <w:rsid w:val="002F6C4D"/>
    <w:rsid w:val="0030095F"/>
    <w:rsid w:val="003012FD"/>
    <w:rsid w:val="00304653"/>
    <w:rsid w:val="00315FC9"/>
    <w:rsid w:val="003221DE"/>
    <w:rsid w:val="00324768"/>
    <w:rsid w:val="00327450"/>
    <w:rsid w:val="003351C7"/>
    <w:rsid w:val="00353B29"/>
    <w:rsid w:val="003624F0"/>
    <w:rsid w:val="00363B92"/>
    <w:rsid w:val="00372795"/>
    <w:rsid w:val="003739D0"/>
    <w:rsid w:val="00382539"/>
    <w:rsid w:val="003878A0"/>
    <w:rsid w:val="003A7FFC"/>
    <w:rsid w:val="003B33CB"/>
    <w:rsid w:val="003B3729"/>
    <w:rsid w:val="003B7859"/>
    <w:rsid w:val="003C314C"/>
    <w:rsid w:val="003C64BE"/>
    <w:rsid w:val="003D206C"/>
    <w:rsid w:val="003E1896"/>
    <w:rsid w:val="003E5412"/>
    <w:rsid w:val="003E7AEB"/>
    <w:rsid w:val="003F02E3"/>
    <w:rsid w:val="003F0396"/>
    <w:rsid w:val="003F39B9"/>
    <w:rsid w:val="003F424A"/>
    <w:rsid w:val="003F6636"/>
    <w:rsid w:val="003F6E57"/>
    <w:rsid w:val="00415CEC"/>
    <w:rsid w:val="00422B55"/>
    <w:rsid w:val="004234A0"/>
    <w:rsid w:val="004317B5"/>
    <w:rsid w:val="00443967"/>
    <w:rsid w:val="00451671"/>
    <w:rsid w:val="00491D1D"/>
    <w:rsid w:val="004A1C16"/>
    <w:rsid w:val="004A2E3F"/>
    <w:rsid w:val="004A381E"/>
    <w:rsid w:val="004A61E2"/>
    <w:rsid w:val="004B2B2A"/>
    <w:rsid w:val="004C3236"/>
    <w:rsid w:val="004C36F2"/>
    <w:rsid w:val="004D307F"/>
    <w:rsid w:val="004D43A1"/>
    <w:rsid w:val="004D61DF"/>
    <w:rsid w:val="004E65D0"/>
    <w:rsid w:val="004E6BEC"/>
    <w:rsid w:val="004F7D62"/>
    <w:rsid w:val="00511529"/>
    <w:rsid w:val="005133D8"/>
    <w:rsid w:val="005149C9"/>
    <w:rsid w:val="00516495"/>
    <w:rsid w:val="00520A7F"/>
    <w:rsid w:val="00524315"/>
    <w:rsid w:val="00537368"/>
    <w:rsid w:val="005561AF"/>
    <w:rsid w:val="005571BE"/>
    <w:rsid w:val="0056506C"/>
    <w:rsid w:val="00573DDB"/>
    <w:rsid w:val="00586989"/>
    <w:rsid w:val="00586B00"/>
    <w:rsid w:val="00591B80"/>
    <w:rsid w:val="00597683"/>
    <w:rsid w:val="005B3A49"/>
    <w:rsid w:val="005C1578"/>
    <w:rsid w:val="005C472B"/>
    <w:rsid w:val="005C5340"/>
    <w:rsid w:val="005D3BB6"/>
    <w:rsid w:val="005D6810"/>
    <w:rsid w:val="005E26D3"/>
    <w:rsid w:val="00620D46"/>
    <w:rsid w:val="006224E6"/>
    <w:rsid w:val="00626831"/>
    <w:rsid w:val="006475FE"/>
    <w:rsid w:val="00663346"/>
    <w:rsid w:val="006724FD"/>
    <w:rsid w:val="00677BEC"/>
    <w:rsid w:val="006910B9"/>
    <w:rsid w:val="006918FE"/>
    <w:rsid w:val="006A3D9E"/>
    <w:rsid w:val="006B1D2E"/>
    <w:rsid w:val="006B2C20"/>
    <w:rsid w:val="006B4B7D"/>
    <w:rsid w:val="006D0B6D"/>
    <w:rsid w:val="006D585E"/>
    <w:rsid w:val="006E13D7"/>
    <w:rsid w:val="006E1D22"/>
    <w:rsid w:val="006E558F"/>
    <w:rsid w:val="006E5F5D"/>
    <w:rsid w:val="006F51DB"/>
    <w:rsid w:val="006F6D14"/>
    <w:rsid w:val="00701F0A"/>
    <w:rsid w:val="00705AC9"/>
    <w:rsid w:val="00706613"/>
    <w:rsid w:val="007215AF"/>
    <w:rsid w:val="00723396"/>
    <w:rsid w:val="00725F18"/>
    <w:rsid w:val="007317C1"/>
    <w:rsid w:val="00736DA1"/>
    <w:rsid w:val="007464ED"/>
    <w:rsid w:val="007549C8"/>
    <w:rsid w:val="007555AE"/>
    <w:rsid w:val="007560C8"/>
    <w:rsid w:val="007569A9"/>
    <w:rsid w:val="00760EEE"/>
    <w:rsid w:val="00765180"/>
    <w:rsid w:val="007909EC"/>
    <w:rsid w:val="007A0102"/>
    <w:rsid w:val="007A2940"/>
    <w:rsid w:val="007C6A7D"/>
    <w:rsid w:val="007D6A28"/>
    <w:rsid w:val="007E2508"/>
    <w:rsid w:val="007E2BAF"/>
    <w:rsid w:val="007E668C"/>
    <w:rsid w:val="007F3242"/>
    <w:rsid w:val="007F3A6D"/>
    <w:rsid w:val="007F7202"/>
    <w:rsid w:val="0080041A"/>
    <w:rsid w:val="0080418F"/>
    <w:rsid w:val="008050EC"/>
    <w:rsid w:val="008101F6"/>
    <w:rsid w:val="00830964"/>
    <w:rsid w:val="0083460F"/>
    <w:rsid w:val="00845C8F"/>
    <w:rsid w:val="00862839"/>
    <w:rsid w:val="00865FBF"/>
    <w:rsid w:val="00866427"/>
    <w:rsid w:val="00870884"/>
    <w:rsid w:val="008743F2"/>
    <w:rsid w:val="00882641"/>
    <w:rsid w:val="00892E46"/>
    <w:rsid w:val="00894EFF"/>
    <w:rsid w:val="00896DC6"/>
    <w:rsid w:val="008A0942"/>
    <w:rsid w:val="008B3724"/>
    <w:rsid w:val="008B726C"/>
    <w:rsid w:val="008C3481"/>
    <w:rsid w:val="008C4987"/>
    <w:rsid w:val="008D5905"/>
    <w:rsid w:val="008D6AE7"/>
    <w:rsid w:val="008D750E"/>
    <w:rsid w:val="008E2B01"/>
    <w:rsid w:val="008E2E31"/>
    <w:rsid w:val="00900972"/>
    <w:rsid w:val="00912AB1"/>
    <w:rsid w:val="0092241A"/>
    <w:rsid w:val="00926101"/>
    <w:rsid w:val="0092740C"/>
    <w:rsid w:val="00934128"/>
    <w:rsid w:val="00952C6E"/>
    <w:rsid w:val="00953030"/>
    <w:rsid w:val="00953195"/>
    <w:rsid w:val="00956519"/>
    <w:rsid w:val="0097214B"/>
    <w:rsid w:val="00977731"/>
    <w:rsid w:val="009821A0"/>
    <w:rsid w:val="0098686A"/>
    <w:rsid w:val="00995D67"/>
    <w:rsid w:val="00997762"/>
    <w:rsid w:val="009A5DD1"/>
    <w:rsid w:val="009A750B"/>
    <w:rsid w:val="009B5B93"/>
    <w:rsid w:val="009C1C73"/>
    <w:rsid w:val="009C623B"/>
    <w:rsid w:val="009D1DA2"/>
    <w:rsid w:val="009D743D"/>
    <w:rsid w:val="009F0004"/>
    <w:rsid w:val="00A00F1B"/>
    <w:rsid w:val="00A06F7C"/>
    <w:rsid w:val="00A27EFB"/>
    <w:rsid w:val="00A4027F"/>
    <w:rsid w:val="00A4041C"/>
    <w:rsid w:val="00A46A9B"/>
    <w:rsid w:val="00A507FD"/>
    <w:rsid w:val="00A632F4"/>
    <w:rsid w:val="00A65107"/>
    <w:rsid w:val="00A66219"/>
    <w:rsid w:val="00A742D3"/>
    <w:rsid w:val="00A75055"/>
    <w:rsid w:val="00A7789E"/>
    <w:rsid w:val="00A87CF6"/>
    <w:rsid w:val="00A9233D"/>
    <w:rsid w:val="00AA07D8"/>
    <w:rsid w:val="00AA61E5"/>
    <w:rsid w:val="00AB15C5"/>
    <w:rsid w:val="00AC6757"/>
    <w:rsid w:val="00AD7523"/>
    <w:rsid w:val="00AE39D5"/>
    <w:rsid w:val="00AE6405"/>
    <w:rsid w:val="00AE6579"/>
    <w:rsid w:val="00B03D00"/>
    <w:rsid w:val="00B14515"/>
    <w:rsid w:val="00B15CBD"/>
    <w:rsid w:val="00B263D7"/>
    <w:rsid w:val="00B266A1"/>
    <w:rsid w:val="00B266E6"/>
    <w:rsid w:val="00B277F0"/>
    <w:rsid w:val="00B429D8"/>
    <w:rsid w:val="00B455CB"/>
    <w:rsid w:val="00B46D3E"/>
    <w:rsid w:val="00B4704D"/>
    <w:rsid w:val="00B53703"/>
    <w:rsid w:val="00B571CC"/>
    <w:rsid w:val="00B61073"/>
    <w:rsid w:val="00B65810"/>
    <w:rsid w:val="00B81DDD"/>
    <w:rsid w:val="00B84F9F"/>
    <w:rsid w:val="00B9061B"/>
    <w:rsid w:val="00BB4C5E"/>
    <w:rsid w:val="00BB5871"/>
    <w:rsid w:val="00BC7A67"/>
    <w:rsid w:val="00BD0F43"/>
    <w:rsid w:val="00BD6FA2"/>
    <w:rsid w:val="00BD7B8A"/>
    <w:rsid w:val="00BE17B3"/>
    <w:rsid w:val="00BF0609"/>
    <w:rsid w:val="00BF11B3"/>
    <w:rsid w:val="00C00DA2"/>
    <w:rsid w:val="00C040A5"/>
    <w:rsid w:val="00C04827"/>
    <w:rsid w:val="00C142EC"/>
    <w:rsid w:val="00C25F4E"/>
    <w:rsid w:val="00C27A95"/>
    <w:rsid w:val="00C3742C"/>
    <w:rsid w:val="00C439F4"/>
    <w:rsid w:val="00C6137D"/>
    <w:rsid w:val="00C64ECF"/>
    <w:rsid w:val="00C85F5D"/>
    <w:rsid w:val="00C874E8"/>
    <w:rsid w:val="00CA1C0B"/>
    <w:rsid w:val="00CA3DB5"/>
    <w:rsid w:val="00CB1095"/>
    <w:rsid w:val="00CB5E1B"/>
    <w:rsid w:val="00CB7400"/>
    <w:rsid w:val="00CC6D94"/>
    <w:rsid w:val="00CD01F6"/>
    <w:rsid w:val="00CD1499"/>
    <w:rsid w:val="00CD28D9"/>
    <w:rsid w:val="00CE7BED"/>
    <w:rsid w:val="00CF06B4"/>
    <w:rsid w:val="00CF1099"/>
    <w:rsid w:val="00D14794"/>
    <w:rsid w:val="00D16F66"/>
    <w:rsid w:val="00D208E5"/>
    <w:rsid w:val="00D248DC"/>
    <w:rsid w:val="00D24C23"/>
    <w:rsid w:val="00D2703E"/>
    <w:rsid w:val="00D333DC"/>
    <w:rsid w:val="00D3342E"/>
    <w:rsid w:val="00D5412F"/>
    <w:rsid w:val="00D91006"/>
    <w:rsid w:val="00D926B3"/>
    <w:rsid w:val="00DA311B"/>
    <w:rsid w:val="00DA7C65"/>
    <w:rsid w:val="00DB2CBC"/>
    <w:rsid w:val="00DC28C0"/>
    <w:rsid w:val="00DD2D9C"/>
    <w:rsid w:val="00DD5BCB"/>
    <w:rsid w:val="00DD7BC2"/>
    <w:rsid w:val="00DE5387"/>
    <w:rsid w:val="00DE6AC5"/>
    <w:rsid w:val="00E03F0D"/>
    <w:rsid w:val="00E04D63"/>
    <w:rsid w:val="00E1360D"/>
    <w:rsid w:val="00E17411"/>
    <w:rsid w:val="00E32D9D"/>
    <w:rsid w:val="00E5386D"/>
    <w:rsid w:val="00E54A53"/>
    <w:rsid w:val="00E62233"/>
    <w:rsid w:val="00E66A79"/>
    <w:rsid w:val="00E831E2"/>
    <w:rsid w:val="00E83DC4"/>
    <w:rsid w:val="00E86BD8"/>
    <w:rsid w:val="00E94F8A"/>
    <w:rsid w:val="00EA2C38"/>
    <w:rsid w:val="00EB47B4"/>
    <w:rsid w:val="00EB6E97"/>
    <w:rsid w:val="00EC3B22"/>
    <w:rsid w:val="00EC49CB"/>
    <w:rsid w:val="00EC5322"/>
    <w:rsid w:val="00EC5694"/>
    <w:rsid w:val="00EC6E75"/>
    <w:rsid w:val="00EE00E5"/>
    <w:rsid w:val="00EE1E2D"/>
    <w:rsid w:val="00EE3A76"/>
    <w:rsid w:val="00EF2873"/>
    <w:rsid w:val="00EF2FCF"/>
    <w:rsid w:val="00EF39B3"/>
    <w:rsid w:val="00EF5393"/>
    <w:rsid w:val="00EF5E46"/>
    <w:rsid w:val="00F11D1B"/>
    <w:rsid w:val="00F1625B"/>
    <w:rsid w:val="00F359BC"/>
    <w:rsid w:val="00F41DD3"/>
    <w:rsid w:val="00F4504D"/>
    <w:rsid w:val="00F5258B"/>
    <w:rsid w:val="00F557C0"/>
    <w:rsid w:val="00F6332C"/>
    <w:rsid w:val="00F638D6"/>
    <w:rsid w:val="00F65B93"/>
    <w:rsid w:val="00F65E85"/>
    <w:rsid w:val="00F671AF"/>
    <w:rsid w:val="00F7092C"/>
    <w:rsid w:val="00F72B29"/>
    <w:rsid w:val="00F74D79"/>
    <w:rsid w:val="00F7533E"/>
    <w:rsid w:val="00F76EBD"/>
    <w:rsid w:val="00F86EE2"/>
    <w:rsid w:val="00F9189C"/>
    <w:rsid w:val="00F91ACC"/>
    <w:rsid w:val="00FA03AE"/>
    <w:rsid w:val="00FB5548"/>
    <w:rsid w:val="00FC1B30"/>
    <w:rsid w:val="00FC6D75"/>
    <w:rsid w:val="00FC7CE3"/>
    <w:rsid w:val="00FD0E6C"/>
    <w:rsid w:val="00FD1BAE"/>
    <w:rsid w:val="00FD37E7"/>
    <w:rsid w:val="00FD6B29"/>
    <w:rsid w:val="00FD7162"/>
    <w:rsid w:val="00FE74D2"/>
    <w:rsid w:val="00FF6423"/>
    <w:rsid w:val="043D4575"/>
    <w:rsid w:val="054B46DC"/>
    <w:rsid w:val="06056A6E"/>
    <w:rsid w:val="0CB43498"/>
    <w:rsid w:val="0DCD0D76"/>
    <w:rsid w:val="0F9E3E16"/>
    <w:rsid w:val="13F13588"/>
    <w:rsid w:val="152260BC"/>
    <w:rsid w:val="154766E3"/>
    <w:rsid w:val="15FD2AA2"/>
    <w:rsid w:val="18DF5509"/>
    <w:rsid w:val="1CE01DF0"/>
    <w:rsid w:val="1E49362B"/>
    <w:rsid w:val="1E981141"/>
    <w:rsid w:val="1F33045A"/>
    <w:rsid w:val="20C43BF7"/>
    <w:rsid w:val="22D97EBC"/>
    <w:rsid w:val="240E784B"/>
    <w:rsid w:val="26DF4E6D"/>
    <w:rsid w:val="2D580F5B"/>
    <w:rsid w:val="2F581996"/>
    <w:rsid w:val="2FA92D39"/>
    <w:rsid w:val="33B378A7"/>
    <w:rsid w:val="356C3BAA"/>
    <w:rsid w:val="36B3269F"/>
    <w:rsid w:val="38AB452C"/>
    <w:rsid w:val="39EE3018"/>
    <w:rsid w:val="3B8C172E"/>
    <w:rsid w:val="42091F04"/>
    <w:rsid w:val="45AB21DA"/>
    <w:rsid w:val="4750610E"/>
    <w:rsid w:val="4C147660"/>
    <w:rsid w:val="501D29FE"/>
    <w:rsid w:val="58605108"/>
    <w:rsid w:val="5BD5353A"/>
    <w:rsid w:val="5FB151A6"/>
    <w:rsid w:val="652374D0"/>
    <w:rsid w:val="6A7342AA"/>
    <w:rsid w:val="6ADD0B5E"/>
    <w:rsid w:val="6C76025E"/>
    <w:rsid w:val="73B57063"/>
    <w:rsid w:val="77A1504F"/>
    <w:rsid w:val="7B41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40AC"/>
  <w15:docId w15:val="{4536DB4B-B00F-44EB-B364-7D4CBBAB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BA" w:eastAsia="hr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 w:qFormat="1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DB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1A8C-5420-478A-AC47-67DFF5B3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327</TotalTime>
  <Pages>6</Pages>
  <Words>1193</Words>
  <Characters>6806</Characters>
  <Application>Microsoft Office Word</Application>
  <DocSecurity>0</DocSecurity>
  <Lines>56</Lines>
  <Paragraphs>15</Paragraphs>
  <ScaleCrop>false</ScaleCrop>
  <Company>Grizli777</Company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Esmeralda Dautovic</cp:lastModifiedBy>
  <cp:revision>163</cp:revision>
  <cp:lastPrinted>2025-10-13T11:50:00Z</cp:lastPrinted>
  <dcterms:created xsi:type="dcterms:W3CDTF">2021-02-25T08:38:00Z</dcterms:created>
  <dcterms:modified xsi:type="dcterms:W3CDTF">2025-10-13T11:51:00Z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9BD3D91350AC44BCA66D0D14E03DD6E3_13</vt:lpwstr>
  </property>
</Properties>
</file>